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1EB8" w:rsidRPr="00A848B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  <w:r w:rsidRPr="00A848BE">
        <w:rPr>
          <w:rFonts w:ascii="Arial Narrow" w:hAnsi="Arial Narrow"/>
          <w:sz w:val="18"/>
          <w:lang w:val="de-DE"/>
        </w:rPr>
        <w:fldChar w:fldCharType="begin"/>
      </w:r>
      <w:r w:rsidRPr="00A848BE">
        <w:rPr>
          <w:rFonts w:ascii="Arial Narrow" w:hAnsi="Arial Narrow"/>
          <w:sz w:val="18"/>
          <w:lang w:val="de-DE"/>
        </w:rPr>
        <w:instrText>ADVANCE \Y 77.95</w:instrText>
      </w:r>
      <w:r w:rsidRPr="00A848BE">
        <w:rPr>
          <w:rFonts w:ascii="Arial Narrow" w:hAnsi="Arial Narrow"/>
          <w:sz w:val="18"/>
          <w:lang w:val="de-DE"/>
        </w:rPr>
        <w:fldChar w:fldCharType="end"/>
      </w:r>
      <w:bookmarkStart w:id="0" w:name="_GoBack"/>
      <w:bookmarkEnd w:id="0"/>
      <w:r w:rsidR="006204D1" w:rsidRPr="00A848BE">
        <w:rPr>
          <w:rFonts w:ascii="Arial Narrow" w:hAnsi="Arial Narrow"/>
          <w:noProof/>
          <w:sz w:val="18"/>
          <w:lang w:val="de-DE"/>
        </w:rPr>
        <w:drawing>
          <wp:anchor distT="0" distB="0" distL="114300" distR="114300" simplePos="0" relativeHeight="251658240" behindDoc="0" locked="0" layoutInCell="1" allowOverlap="1">
            <wp:simplePos x="904875" y="1476375"/>
            <wp:positionH relativeFrom="margin">
              <wp:align>right</wp:align>
            </wp:positionH>
            <wp:positionV relativeFrom="margin">
              <wp:align>top</wp:align>
            </wp:positionV>
            <wp:extent cx="1533525" cy="1533525"/>
            <wp:effectExtent l="0" t="0" r="9525" b="9525"/>
            <wp:wrapSquare wrapText="bothSides"/>
            <wp:docPr id="1" name="Grafik 1" descr="L:\AStA\#old\AStA\Logo AStA\f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:\AStA\#old\AStA\Logo AStA\fb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153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C1EB8" w:rsidRPr="00A848B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A848B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A848B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A848BE" w:rsidRDefault="00621FC5" w:rsidP="007B1EB9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spacing w:line="312" w:lineRule="auto"/>
        <w:outlineLvl w:val="0"/>
        <w:rPr>
          <w:rFonts w:ascii="Arial Narrow" w:hAnsi="Arial Narrow"/>
          <w:b/>
          <w:sz w:val="22"/>
          <w:lang w:val="it-IT"/>
        </w:rPr>
      </w:pPr>
      <w:proofErr w:type="spellStart"/>
      <w:r w:rsidRPr="00A848BE">
        <w:rPr>
          <w:rFonts w:ascii="Arial Narrow" w:hAnsi="Arial Narrow"/>
          <w:b/>
          <w:sz w:val="45"/>
          <w:lang w:val="it-IT"/>
        </w:rPr>
        <w:t>Protokoll</w:t>
      </w:r>
      <w:proofErr w:type="spellEnd"/>
    </w:p>
    <w:p w:rsidR="000C1EB8" w:rsidRPr="00A848BE" w:rsidRDefault="00267501" w:rsidP="00C82C9C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7938"/>
        </w:tabs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1</w:t>
      </w:r>
      <w:r w:rsidR="0024237A">
        <w:rPr>
          <w:rFonts w:ascii="Arial Narrow" w:hAnsi="Arial Narrow"/>
          <w:sz w:val="22"/>
          <w:lang w:val="de-DE"/>
        </w:rPr>
        <w:t>4</w:t>
      </w:r>
      <w:r w:rsidR="006204D1" w:rsidRPr="00A848BE">
        <w:rPr>
          <w:rFonts w:ascii="Arial Narrow" w:hAnsi="Arial Narrow"/>
          <w:sz w:val="22"/>
          <w:lang w:val="de-DE"/>
        </w:rPr>
        <w:t xml:space="preserve">. Sitzung | </w:t>
      </w:r>
      <w:proofErr w:type="spellStart"/>
      <w:r w:rsidR="00A94EB0" w:rsidRPr="00A848BE">
        <w:rPr>
          <w:rFonts w:ascii="Arial Narrow" w:hAnsi="Arial Narrow"/>
          <w:sz w:val="22"/>
          <w:lang w:val="de-DE"/>
        </w:rPr>
        <w:t>So</w:t>
      </w:r>
      <w:r w:rsidR="00531E9F" w:rsidRPr="00A848BE">
        <w:rPr>
          <w:rFonts w:ascii="Arial Narrow" w:hAnsi="Arial Narrow"/>
          <w:sz w:val="22"/>
          <w:lang w:val="de-DE"/>
        </w:rPr>
        <w:t>Se</w:t>
      </w:r>
      <w:proofErr w:type="spellEnd"/>
      <w:r w:rsidR="00531E9F" w:rsidRPr="00A848BE">
        <w:rPr>
          <w:rFonts w:ascii="Arial Narrow" w:hAnsi="Arial Narrow"/>
          <w:sz w:val="22"/>
          <w:lang w:val="de-DE"/>
        </w:rPr>
        <w:t xml:space="preserve"> </w:t>
      </w:r>
      <w:r w:rsidR="00E14709" w:rsidRPr="00A848BE">
        <w:rPr>
          <w:rFonts w:ascii="Arial Narrow" w:hAnsi="Arial Narrow"/>
          <w:sz w:val="22"/>
          <w:lang w:val="de-DE"/>
        </w:rPr>
        <w:t>17</w:t>
      </w:r>
    </w:p>
    <w:p w:rsidR="000C1EB8" w:rsidRPr="00A848B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22"/>
          <w:lang w:val="de-DE"/>
        </w:rPr>
      </w:pPr>
    </w:p>
    <w:p w:rsidR="000C1EB8" w:rsidRPr="00A848BE" w:rsidRDefault="000C1EB8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A848BE">
        <w:rPr>
          <w:rFonts w:ascii="Arial Narrow" w:hAnsi="Arial Narrow"/>
          <w:b/>
          <w:sz w:val="22"/>
          <w:lang w:val="de-DE"/>
        </w:rPr>
        <w:t>Gremium</w:t>
      </w:r>
      <w:r w:rsidRPr="00A848BE">
        <w:rPr>
          <w:rFonts w:ascii="Arial Narrow" w:hAnsi="Arial Narrow"/>
          <w:b/>
          <w:sz w:val="22"/>
          <w:lang w:val="de-DE"/>
        </w:rPr>
        <w:tab/>
        <w:t>:</w:t>
      </w:r>
      <w:r w:rsidRPr="00A848BE">
        <w:rPr>
          <w:rFonts w:ascii="Arial Narrow" w:hAnsi="Arial Narrow"/>
          <w:sz w:val="22"/>
          <w:lang w:val="de-DE"/>
        </w:rPr>
        <w:tab/>
        <w:t>AStA</w:t>
      </w:r>
    </w:p>
    <w:p w:rsidR="000C1EB8" w:rsidRPr="00A848B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A848BE">
        <w:rPr>
          <w:rFonts w:ascii="Arial Narrow" w:hAnsi="Arial Narrow"/>
          <w:b/>
          <w:sz w:val="22"/>
          <w:lang w:val="de-DE"/>
        </w:rPr>
        <w:t>Termin</w:t>
      </w:r>
      <w:r w:rsidRPr="00A848BE">
        <w:rPr>
          <w:rFonts w:ascii="Arial Narrow" w:hAnsi="Arial Narrow"/>
          <w:b/>
          <w:sz w:val="22"/>
          <w:lang w:val="de-DE"/>
        </w:rPr>
        <w:tab/>
        <w:t>:</w:t>
      </w:r>
      <w:r w:rsidRPr="00A848BE">
        <w:rPr>
          <w:rFonts w:ascii="Arial Narrow" w:hAnsi="Arial Narrow"/>
          <w:sz w:val="22"/>
          <w:lang w:val="de-DE"/>
        </w:rPr>
        <w:tab/>
      </w:r>
      <w:r w:rsidR="00A94EB0" w:rsidRPr="00A848BE">
        <w:rPr>
          <w:rFonts w:ascii="Arial Narrow" w:hAnsi="Arial Narrow"/>
          <w:sz w:val="22"/>
          <w:lang w:val="de-DE"/>
        </w:rPr>
        <w:t>Mittwoch</w:t>
      </w:r>
      <w:r w:rsidRPr="00A848BE">
        <w:rPr>
          <w:rFonts w:ascii="Arial Narrow" w:hAnsi="Arial Narrow"/>
          <w:sz w:val="22"/>
          <w:lang w:val="de-DE"/>
        </w:rPr>
        <w:t xml:space="preserve">, </w:t>
      </w:r>
      <w:r w:rsidR="00A40333">
        <w:rPr>
          <w:rFonts w:ascii="Arial Narrow" w:hAnsi="Arial Narrow"/>
          <w:sz w:val="22"/>
          <w:szCs w:val="22"/>
        </w:rPr>
        <w:t>21.06.17</w:t>
      </w:r>
    </w:p>
    <w:p w:rsidR="000C1EB8" w:rsidRPr="00A848B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A848BE">
        <w:rPr>
          <w:rFonts w:ascii="Arial Narrow" w:hAnsi="Arial Narrow"/>
          <w:b/>
          <w:sz w:val="22"/>
          <w:lang w:val="de-DE"/>
        </w:rPr>
        <w:t>Zeit</w:t>
      </w:r>
      <w:r w:rsidRPr="00A848BE">
        <w:rPr>
          <w:rFonts w:ascii="Arial Narrow" w:hAnsi="Arial Narrow"/>
          <w:b/>
          <w:sz w:val="22"/>
          <w:lang w:val="de-DE"/>
        </w:rPr>
        <w:tab/>
        <w:t>:</w:t>
      </w:r>
      <w:r w:rsidRPr="00A848BE">
        <w:rPr>
          <w:rFonts w:ascii="Arial Narrow" w:hAnsi="Arial Narrow"/>
          <w:sz w:val="22"/>
          <w:lang w:val="de-DE"/>
        </w:rPr>
        <w:tab/>
      </w:r>
      <w:r w:rsidR="00380CCC" w:rsidRPr="00A848BE">
        <w:rPr>
          <w:rFonts w:ascii="Arial Narrow" w:hAnsi="Arial Narrow"/>
          <w:sz w:val="22"/>
          <w:lang w:val="de-DE"/>
        </w:rPr>
        <w:t>13:00 Uhr</w:t>
      </w:r>
    </w:p>
    <w:p w:rsidR="000C1EB8" w:rsidRPr="00A848BE" w:rsidRDefault="000C1EB8" w:rsidP="008743D8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A848BE">
        <w:rPr>
          <w:rFonts w:ascii="Arial Narrow" w:hAnsi="Arial Narrow"/>
          <w:b/>
          <w:sz w:val="22"/>
          <w:lang w:val="de-DE"/>
        </w:rPr>
        <w:t>Ort</w:t>
      </w:r>
      <w:r w:rsidRPr="00A848BE">
        <w:rPr>
          <w:rFonts w:ascii="Arial Narrow" w:hAnsi="Arial Narrow"/>
          <w:b/>
          <w:sz w:val="22"/>
          <w:lang w:val="de-DE"/>
        </w:rPr>
        <w:tab/>
        <w:t>:</w:t>
      </w:r>
      <w:r w:rsidRPr="00A848BE">
        <w:rPr>
          <w:rFonts w:ascii="Arial Narrow" w:hAnsi="Arial Narrow"/>
          <w:sz w:val="22"/>
          <w:lang w:val="de-DE"/>
        </w:rPr>
        <w:tab/>
        <w:t>AStA Büro</w:t>
      </w:r>
    </w:p>
    <w:p w:rsidR="00622B3E" w:rsidRPr="00A848BE" w:rsidRDefault="00622B3E" w:rsidP="008743D8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A848BE">
        <w:rPr>
          <w:rFonts w:ascii="Arial Narrow" w:hAnsi="Arial Narrow"/>
          <w:b/>
          <w:sz w:val="22"/>
          <w:lang w:val="de-DE"/>
        </w:rPr>
        <w:t>Mitglieder gewählt</w:t>
      </w:r>
      <w:r w:rsidRPr="00A848BE">
        <w:rPr>
          <w:rFonts w:ascii="Arial Narrow" w:hAnsi="Arial Narrow"/>
          <w:b/>
          <w:sz w:val="22"/>
          <w:lang w:val="de-DE"/>
        </w:rPr>
        <w:tab/>
        <w:t>:</w:t>
      </w:r>
      <w:r w:rsidRPr="00A848BE">
        <w:rPr>
          <w:rFonts w:ascii="Arial Narrow" w:hAnsi="Arial Narrow"/>
          <w:b/>
          <w:sz w:val="22"/>
          <w:lang w:val="de-DE"/>
        </w:rPr>
        <w:tab/>
      </w:r>
      <w:r w:rsidRPr="00A848BE">
        <w:rPr>
          <w:rFonts w:ascii="Arial Narrow" w:hAnsi="Arial Narrow"/>
          <w:sz w:val="22"/>
          <w:lang w:val="de-DE"/>
        </w:rPr>
        <w:t>Lukas Scheuerle, Matthias Müller</w:t>
      </w:r>
    </w:p>
    <w:p w:rsidR="00945F7B" w:rsidRPr="00A848BE" w:rsidRDefault="00622B3E" w:rsidP="00945F7B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A848BE">
        <w:rPr>
          <w:rFonts w:ascii="Arial Narrow" w:hAnsi="Arial Narrow"/>
          <w:b/>
          <w:sz w:val="22"/>
          <w:lang w:val="de-DE"/>
        </w:rPr>
        <w:t>Mitglieder Referenten</w:t>
      </w:r>
      <w:r w:rsidR="00945F7B" w:rsidRPr="00A848BE">
        <w:rPr>
          <w:rFonts w:ascii="Arial Narrow" w:hAnsi="Arial Narrow"/>
          <w:b/>
          <w:sz w:val="22"/>
          <w:lang w:val="de-DE"/>
        </w:rPr>
        <w:tab/>
        <w:t>:</w:t>
      </w:r>
      <w:r w:rsidR="00945F7B" w:rsidRPr="00A848BE">
        <w:rPr>
          <w:rFonts w:ascii="Arial Narrow" w:hAnsi="Arial Narrow"/>
          <w:sz w:val="22"/>
          <w:lang w:val="de-DE"/>
        </w:rPr>
        <w:tab/>
      </w:r>
      <w:r w:rsidR="00104947" w:rsidRPr="00A848BE">
        <w:rPr>
          <w:rFonts w:ascii="Arial Narrow" w:hAnsi="Arial Narrow"/>
          <w:sz w:val="22"/>
          <w:lang w:val="de-DE"/>
        </w:rPr>
        <w:t>Lukas Scheuerle, Matthias Müller</w:t>
      </w:r>
      <w:r w:rsidR="00B711F4">
        <w:rPr>
          <w:rFonts w:ascii="Arial Narrow" w:hAnsi="Arial Narrow"/>
          <w:sz w:val="22"/>
          <w:lang w:val="de-DE"/>
        </w:rPr>
        <w:t>, Philipp Fleig</w:t>
      </w:r>
      <w:r w:rsidR="00305825" w:rsidRPr="00A848BE">
        <w:rPr>
          <w:rFonts w:ascii="Arial Narrow" w:hAnsi="Arial Narrow"/>
          <w:sz w:val="22"/>
          <w:lang w:val="de-DE"/>
        </w:rPr>
        <w:t xml:space="preserve">, </w:t>
      </w:r>
      <w:r w:rsidR="00E30A37" w:rsidRPr="00A848BE">
        <w:rPr>
          <w:rFonts w:ascii="Arial Narrow" w:hAnsi="Arial Narrow"/>
          <w:sz w:val="22"/>
          <w:lang w:val="de-DE"/>
        </w:rPr>
        <w:t>Daniel Sommer</w:t>
      </w:r>
      <w:r w:rsidR="00AF4BCE">
        <w:rPr>
          <w:rFonts w:ascii="Arial Narrow" w:hAnsi="Arial Narrow"/>
          <w:sz w:val="22"/>
          <w:lang w:val="de-DE"/>
        </w:rPr>
        <w:t>, Tim Sasdrich</w:t>
      </w:r>
      <w:r w:rsidR="00C32211">
        <w:rPr>
          <w:rFonts w:ascii="Arial Narrow" w:hAnsi="Arial Narrow"/>
          <w:sz w:val="22"/>
          <w:lang w:val="de-DE"/>
        </w:rPr>
        <w:t xml:space="preserve">, </w:t>
      </w:r>
      <w:r w:rsidR="003057B9">
        <w:rPr>
          <w:rFonts w:ascii="Arial Narrow" w:hAnsi="Arial Narrow"/>
          <w:sz w:val="22"/>
          <w:lang w:val="de-DE"/>
        </w:rPr>
        <w:t>Mirza Sahovic</w:t>
      </w:r>
      <w:r w:rsidR="00D32341">
        <w:rPr>
          <w:rFonts w:ascii="Arial Narrow" w:hAnsi="Arial Narrow"/>
          <w:sz w:val="22"/>
          <w:lang w:val="de-DE"/>
        </w:rPr>
        <w:t xml:space="preserve">, Fabian </w:t>
      </w:r>
      <w:proofErr w:type="spellStart"/>
      <w:r w:rsidR="00D32341">
        <w:rPr>
          <w:rFonts w:ascii="Arial Narrow" w:hAnsi="Arial Narrow"/>
          <w:sz w:val="22"/>
          <w:lang w:val="de-DE"/>
        </w:rPr>
        <w:t>Suske</w:t>
      </w:r>
      <w:proofErr w:type="spellEnd"/>
      <w:r w:rsidR="004E6B7E">
        <w:rPr>
          <w:rFonts w:ascii="Arial Narrow" w:hAnsi="Arial Narrow"/>
          <w:sz w:val="22"/>
          <w:lang w:val="de-DE"/>
        </w:rPr>
        <w:t>, Joana Bacher</w:t>
      </w:r>
      <w:r w:rsidR="007754DF">
        <w:rPr>
          <w:rFonts w:ascii="Arial Narrow" w:hAnsi="Arial Narrow"/>
          <w:sz w:val="22"/>
          <w:lang w:val="de-DE"/>
        </w:rPr>
        <w:t>, Sabrina Lange, Denis Müller, Luisa Geiger</w:t>
      </w:r>
    </w:p>
    <w:p w:rsidR="007D4030" w:rsidRPr="00A848BE" w:rsidRDefault="007D4030" w:rsidP="00945F7B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A848BE">
        <w:rPr>
          <w:rFonts w:ascii="Arial Narrow" w:hAnsi="Arial Narrow"/>
          <w:b/>
          <w:sz w:val="22"/>
          <w:lang w:val="de-DE"/>
        </w:rPr>
        <w:t>Sonstige Anwesende</w:t>
      </w:r>
      <w:r w:rsidRPr="00A848BE">
        <w:rPr>
          <w:rFonts w:ascii="Arial Narrow" w:hAnsi="Arial Narrow"/>
          <w:b/>
          <w:sz w:val="22"/>
          <w:lang w:val="de-DE"/>
        </w:rPr>
        <w:tab/>
        <w:t>:</w:t>
      </w:r>
      <w:r w:rsidRPr="00A848BE">
        <w:rPr>
          <w:rFonts w:ascii="Arial Narrow" w:hAnsi="Arial Narrow"/>
          <w:sz w:val="22"/>
          <w:lang w:val="de-DE"/>
        </w:rPr>
        <w:tab/>
      </w:r>
    </w:p>
    <w:p w:rsidR="00945F7B" w:rsidRPr="00A848BE" w:rsidRDefault="00945F7B" w:rsidP="004269C7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A848BE">
        <w:rPr>
          <w:rFonts w:ascii="Arial Narrow" w:hAnsi="Arial Narrow"/>
          <w:b/>
          <w:sz w:val="22"/>
          <w:lang w:val="de-DE"/>
        </w:rPr>
        <w:t>AnwärterInnen</w:t>
      </w:r>
      <w:r w:rsidRPr="00A848BE">
        <w:rPr>
          <w:rFonts w:ascii="Arial Narrow" w:hAnsi="Arial Narrow"/>
          <w:b/>
          <w:sz w:val="22"/>
          <w:lang w:val="de-DE"/>
        </w:rPr>
        <w:tab/>
        <w:t>:</w:t>
      </w:r>
      <w:r w:rsidRPr="00A848BE">
        <w:rPr>
          <w:rFonts w:ascii="Arial Narrow" w:hAnsi="Arial Narrow"/>
          <w:sz w:val="22"/>
          <w:lang w:val="de-DE"/>
        </w:rPr>
        <w:tab/>
      </w:r>
      <w:r w:rsidR="003057B9">
        <w:rPr>
          <w:rFonts w:ascii="Arial Narrow" w:hAnsi="Arial Narrow"/>
          <w:sz w:val="22"/>
          <w:lang w:val="de-DE"/>
        </w:rPr>
        <w:t>Armin Saur</w:t>
      </w:r>
      <w:r w:rsidR="007754DF">
        <w:rPr>
          <w:rFonts w:ascii="Arial Narrow" w:hAnsi="Arial Narrow"/>
          <w:sz w:val="22"/>
          <w:lang w:val="de-DE"/>
        </w:rPr>
        <w:t xml:space="preserve">, </w:t>
      </w:r>
      <w:proofErr w:type="spellStart"/>
      <w:r w:rsidR="007754DF">
        <w:rPr>
          <w:rFonts w:ascii="Arial Narrow" w:hAnsi="Arial Narrow"/>
          <w:sz w:val="22"/>
          <w:lang w:val="de-DE"/>
        </w:rPr>
        <w:t>Marci</w:t>
      </w:r>
      <w:proofErr w:type="spellEnd"/>
      <w:r w:rsidR="007754DF">
        <w:rPr>
          <w:rFonts w:ascii="Arial Narrow" w:hAnsi="Arial Narrow"/>
          <w:sz w:val="22"/>
          <w:lang w:val="de-DE"/>
        </w:rPr>
        <w:t xml:space="preserve"> </w:t>
      </w:r>
      <w:proofErr w:type="spellStart"/>
      <w:r w:rsidR="007754DF">
        <w:rPr>
          <w:rFonts w:ascii="Arial Narrow" w:hAnsi="Arial Narrow"/>
          <w:sz w:val="22"/>
          <w:lang w:val="de-DE"/>
        </w:rPr>
        <w:t>Alka</w:t>
      </w:r>
      <w:proofErr w:type="spellEnd"/>
      <w:r w:rsidR="007754DF">
        <w:rPr>
          <w:rFonts w:ascii="Arial Narrow" w:hAnsi="Arial Narrow"/>
          <w:sz w:val="22"/>
          <w:lang w:val="de-DE"/>
        </w:rPr>
        <w:t xml:space="preserve">, Bianca </w:t>
      </w:r>
      <w:proofErr w:type="spellStart"/>
      <w:r w:rsidR="007754DF">
        <w:rPr>
          <w:rFonts w:ascii="Arial Narrow" w:hAnsi="Arial Narrow"/>
          <w:sz w:val="22"/>
          <w:lang w:val="de-DE"/>
        </w:rPr>
        <w:t>Flister</w:t>
      </w:r>
      <w:proofErr w:type="spellEnd"/>
    </w:p>
    <w:p w:rsidR="00945F7B" w:rsidRPr="00A848BE" w:rsidRDefault="00945F7B" w:rsidP="00945F7B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A848BE">
        <w:rPr>
          <w:rFonts w:ascii="Arial Narrow" w:hAnsi="Arial Narrow"/>
          <w:b/>
          <w:sz w:val="22"/>
          <w:lang w:val="de-DE"/>
        </w:rPr>
        <w:t>Schriftführer/in</w:t>
      </w:r>
      <w:r w:rsidRPr="00A848BE">
        <w:rPr>
          <w:rFonts w:ascii="Arial Narrow" w:hAnsi="Arial Narrow"/>
          <w:b/>
          <w:sz w:val="22"/>
          <w:lang w:val="de-DE"/>
        </w:rPr>
        <w:tab/>
        <w:t>:</w:t>
      </w:r>
      <w:r w:rsidRPr="00A848BE">
        <w:rPr>
          <w:rFonts w:ascii="Arial Narrow" w:hAnsi="Arial Narrow"/>
          <w:sz w:val="22"/>
          <w:lang w:val="de-DE"/>
        </w:rPr>
        <w:tab/>
      </w:r>
      <w:r w:rsidR="00E237E7" w:rsidRPr="00A848BE">
        <w:rPr>
          <w:rFonts w:ascii="Arial Narrow" w:hAnsi="Arial Narrow"/>
          <w:sz w:val="22"/>
          <w:lang w:val="de-DE"/>
        </w:rPr>
        <w:t>Matthias Müller</w:t>
      </w:r>
    </w:p>
    <w:p w:rsidR="00945F7B" w:rsidRPr="00A848BE" w:rsidRDefault="00945F7B" w:rsidP="00945F7B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A848BE">
        <w:rPr>
          <w:rFonts w:ascii="Arial Narrow" w:hAnsi="Arial Narrow"/>
          <w:b/>
          <w:sz w:val="22"/>
          <w:lang w:val="de-DE"/>
        </w:rPr>
        <w:t>Vorsitz</w:t>
      </w:r>
      <w:r w:rsidRPr="00A848BE">
        <w:rPr>
          <w:rFonts w:ascii="Arial Narrow" w:hAnsi="Arial Narrow"/>
          <w:b/>
          <w:sz w:val="22"/>
          <w:lang w:val="de-DE"/>
        </w:rPr>
        <w:tab/>
        <w:t>:</w:t>
      </w:r>
      <w:r w:rsidRPr="00A848BE">
        <w:rPr>
          <w:rFonts w:ascii="Arial Narrow" w:hAnsi="Arial Narrow"/>
          <w:sz w:val="22"/>
          <w:lang w:val="de-DE"/>
        </w:rPr>
        <w:tab/>
      </w:r>
      <w:r w:rsidR="00531E9F" w:rsidRPr="00A848BE">
        <w:rPr>
          <w:rFonts w:ascii="Arial Narrow" w:hAnsi="Arial Narrow"/>
          <w:sz w:val="22"/>
          <w:lang w:val="de-DE"/>
        </w:rPr>
        <w:t xml:space="preserve">Lukas </w:t>
      </w:r>
      <w:r w:rsidR="00622B3E" w:rsidRPr="00A848BE">
        <w:rPr>
          <w:rFonts w:ascii="Arial Narrow" w:hAnsi="Arial Narrow"/>
          <w:sz w:val="22"/>
          <w:lang w:val="de-DE"/>
        </w:rPr>
        <w:t>Scheuerle</w:t>
      </w:r>
    </w:p>
    <w:p w:rsidR="00945F7B" w:rsidRPr="00A848BE" w:rsidRDefault="00945F7B" w:rsidP="00945F7B">
      <w:pPr>
        <w:pStyle w:val="WortmarkeFu"/>
        <w:tabs>
          <w:tab w:val="left" w:pos="2835"/>
          <w:tab w:val="left" w:pos="3234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A848BE">
        <w:rPr>
          <w:rFonts w:ascii="Arial Narrow" w:hAnsi="Arial Narrow"/>
          <w:b/>
          <w:sz w:val="22"/>
          <w:lang w:val="de-DE"/>
        </w:rPr>
        <w:t xml:space="preserve">Zahl der </w:t>
      </w:r>
      <w:proofErr w:type="spellStart"/>
      <w:r w:rsidRPr="00A848BE">
        <w:rPr>
          <w:rFonts w:ascii="Arial Narrow" w:hAnsi="Arial Narrow"/>
          <w:b/>
          <w:sz w:val="22"/>
          <w:lang w:val="de-DE"/>
        </w:rPr>
        <w:t>anw</w:t>
      </w:r>
      <w:proofErr w:type="spellEnd"/>
      <w:r w:rsidRPr="00A848BE">
        <w:rPr>
          <w:rFonts w:ascii="Arial Narrow" w:hAnsi="Arial Narrow"/>
          <w:b/>
          <w:sz w:val="22"/>
          <w:lang w:val="de-DE"/>
        </w:rPr>
        <w:t>. Mitglieder</w:t>
      </w:r>
      <w:r w:rsidRPr="00A848BE">
        <w:rPr>
          <w:rFonts w:ascii="Arial Narrow" w:hAnsi="Arial Narrow"/>
          <w:b/>
          <w:sz w:val="22"/>
          <w:lang w:val="de-DE"/>
        </w:rPr>
        <w:tab/>
        <w:t>:</w:t>
      </w:r>
      <w:r w:rsidRPr="00A848BE">
        <w:rPr>
          <w:rFonts w:ascii="Arial Narrow" w:hAnsi="Arial Narrow"/>
          <w:b/>
          <w:sz w:val="22"/>
          <w:lang w:val="de-DE"/>
        </w:rPr>
        <w:tab/>
      </w:r>
      <w:r w:rsidR="007754DF">
        <w:rPr>
          <w:rFonts w:ascii="Arial Narrow" w:hAnsi="Arial Narrow"/>
          <w:sz w:val="22"/>
          <w:lang w:val="de-DE"/>
        </w:rPr>
        <w:t>11</w:t>
      </w:r>
    </w:p>
    <w:p w:rsidR="00945F7B" w:rsidRPr="00A848BE" w:rsidRDefault="00945F7B" w:rsidP="00945F7B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1" w:hanging="3261"/>
        <w:rPr>
          <w:rFonts w:ascii="Arial Narrow" w:hAnsi="Arial Narrow"/>
          <w:sz w:val="22"/>
          <w:lang w:val="de-DE"/>
        </w:rPr>
      </w:pPr>
      <w:r w:rsidRPr="00A848BE">
        <w:rPr>
          <w:rFonts w:ascii="Arial Narrow" w:hAnsi="Arial Narrow"/>
          <w:b/>
          <w:sz w:val="22"/>
          <w:lang w:val="de-DE"/>
        </w:rPr>
        <w:t>Sachverständige</w:t>
      </w:r>
      <w:r w:rsidRPr="00A848BE">
        <w:rPr>
          <w:rFonts w:ascii="Arial Narrow" w:hAnsi="Arial Narrow"/>
          <w:b/>
          <w:sz w:val="22"/>
          <w:lang w:val="de-DE"/>
        </w:rPr>
        <w:tab/>
        <w:t>:</w:t>
      </w:r>
      <w:r w:rsidRPr="00A848BE">
        <w:rPr>
          <w:rFonts w:ascii="Arial Narrow" w:hAnsi="Arial Narrow"/>
          <w:b/>
          <w:sz w:val="22"/>
          <w:lang w:val="de-DE"/>
        </w:rPr>
        <w:tab/>
      </w:r>
      <w:r w:rsidR="009C2A1A" w:rsidRPr="00A848BE">
        <w:rPr>
          <w:rFonts w:ascii="Arial Narrow" w:hAnsi="Arial Narrow"/>
          <w:sz w:val="22"/>
          <w:lang w:val="de-DE"/>
        </w:rPr>
        <w:t>Siegfried Fien</w:t>
      </w:r>
    </w:p>
    <w:p w:rsidR="005627C0" w:rsidRPr="00A848BE" w:rsidRDefault="00945F7B" w:rsidP="005627C0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A848BE">
        <w:rPr>
          <w:rFonts w:ascii="Arial Narrow" w:hAnsi="Arial Narrow"/>
          <w:b/>
          <w:sz w:val="22"/>
          <w:lang w:val="de-DE"/>
        </w:rPr>
        <w:t>Abw. Mitglieder</w:t>
      </w:r>
      <w:r w:rsidRPr="00A848BE">
        <w:rPr>
          <w:rFonts w:ascii="Arial Narrow" w:hAnsi="Arial Narrow"/>
          <w:b/>
          <w:sz w:val="22"/>
          <w:lang w:val="de-DE"/>
        </w:rPr>
        <w:tab/>
        <w:t>:</w:t>
      </w:r>
      <w:r w:rsidRPr="00A848BE">
        <w:rPr>
          <w:rFonts w:ascii="Arial Narrow" w:hAnsi="Arial Narrow"/>
          <w:sz w:val="22"/>
          <w:lang w:val="de-DE"/>
        </w:rPr>
        <w:tab/>
      </w:r>
    </w:p>
    <w:p w:rsidR="004C7C84" w:rsidRPr="00A848BE" w:rsidRDefault="004C7C84" w:rsidP="009C2A1A">
      <w:pPr>
        <w:pStyle w:val="WortmarkeFu"/>
        <w:tabs>
          <w:tab w:val="clear" w:pos="9355"/>
          <w:tab w:val="left" w:pos="2835"/>
          <w:tab w:val="left" w:pos="3232"/>
        </w:tabs>
        <w:spacing w:after="120"/>
        <w:rPr>
          <w:rFonts w:ascii="Arial Narrow" w:hAnsi="Arial Narrow"/>
          <w:sz w:val="22"/>
          <w:lang w:val="de-DE"/>
        </w:rPr>
      </w:pPr>
    </w:p>
    <w:p w:rsidR="000C1EB8" w:rsidRPr="00A848BE" w:rsidRDefault="000C1EB8" w:rsidP="001364FA">
      <w:pPr>
        <w:pStyle w:val="WortmarkeFu"/>
        <w:pBdr>
          <w:bottom w:val="single" w:sz="6" w:space="1" w:color="auto"/>
        </w:pBdr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A848B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A848B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A848B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b/>
          <w:sz w:val="26"/>
          <w:lang w:val="de-DE"/>
        </w:rPr>
      </w:pPr>
      <w:r w:rsidRPr="00A848BE">
        <w:rPr>
          <w:rFonts w:ascii="Arial Narrow" w:hAnsi="Arial Narrow"/>
          <w:b/>
          <w:sz w:val="26"/>
          <w:lang w:val="de-DE"/>
        </w:rPr>
        <w:t>Tagesordnung:</w:t>
      </w:r>
    </w:p>
    <w:p w:rsidR="00547FD9" w:rsidRPr="00A848BE" w:rsidRDefault="00547FD9" w:rsidP="001F2A4B">
      <w:pPr>
        <w:ind w:left="720"/>
        <w:textAlignment w:val="auto"/>
        <w:rPr>
          <w:rFonts w:ascii="Arial Narrow" w:hAnsi="Arial Narrow"/>
        </w:rPr>
      </w:pPr>
    </w:p>
    <w:p w:rsidR="003057B9" w:rsidRDefault="00063A41" w:rsidP="003057B9">
      <w:pPr>
        <w:pStyle w:val="Listenabsatz"/>
        <w:numPr>
          <w:ilvl w:val="0"/>
          <w:numId w:val="17"/>
        </w:numPr>
        <w:textAlignment w:val="auto"/>
        <w:rPr>
          <w:rFonts w:ascii="Arial Narrow" w:hAnsi="Arial Narrow"/>
        </w:rPr>
      </w:pPr>
      <w:r w:rsidRPr="00A848BE">
        <w:rPr>
          <w:rFonts w:ascii="Arial Narrow" w:hAnsi="Arial Narrow"/>
        </w:rPr>
        <w:t>Check Protokoll:</w:t>
      </w:r>
    </w:p>
    <w:p w:rsidR="00942135" w:rsidRDefault="006707BD" w:rsidP="00942135">
      <w:pPr>
        <w:pStyle w:val="Listenabsatz"/>
        <w:textAlignment w:val="auto"/>
        <w:rPr>
          <w:rFonts w:ascii="Arial Narrow" w:hAnsi="Arial Narrow"/>
        </w:rPr>
      </w:pPr>
      <w:proofErr w:type="spellStart"/>
      <w:r>
        <w:rPr>
          <w:rFonts w:ascii="Arial Narrow" w:hAnsi="Arial Narrow"/>
        </w:rPr>
        <w:t>Timer</w:t>
      </w:r>
      <w:proofErr w:type="spellEnd"/>
      <w:r>
        <w:rPr>
          <w:rFonts w:ascii="Arial Narrow" w:hAnsi="Arial Narrow"/>
        </w:rPr>
        <w:t xml:space="preserve"> sind bestellt</w:t>
      </w:r>
    </w:p>
    <w:p w:rsidR="006707BD" w:rsidRDefault="006707BD" w:rsidP="00942135">
      <w:pPr>
        <w:pStyle w:val="Listenabsatz"/>
        <w:textAlignment w:val="auto"/>
        <w:rPr>
          <w:rFonts w:ascii="Arial Narrow" w:hAnsi="Arial Narrow"/>
        </w:rPr>
      </w:pPr>
    </w:p>
    <w:p w:rsidR="006707BD" w:rsidRDefault="006707BD" w:rsidP="00942135">
      <w:pPr>
        <w:pStyle w:val="Listenabsatz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Kühlschränke: Techniker meldet sich, sobald Ersatzteile da sind</w:t>
      </w:r>
    </w:p>
    <w:p w:rsidR="006707BD" w:rsidRDefault="006707BD" w:rsidP="00942135">
      <w:pPr>
        <w:pStyle w:val="Listenabsatz"/>
        <w:textAlignment w:val="auto"/>
        <w:rPr>
          <w:rFonts w:ascii="Arial Narrow" w:hAnsi="Arial Narrow"/>
        </w:rPr>
      </w:pPr>
    </w:p>
    <w:p w:rsidR="006707BD" w:rsidRDefault="006707BD" w:rsidP="006707BD">
      <w:pPr>
        <w:pStyle w:val="Listenabsatz"/>
        <w:numPr>
          <w:ilvl w:val="0"/>
          <w:numId w:val="17"/>
        </w:numPr>
        <w:textAlignment w:val="auto"/>
        <w:rPr>
          <w:rFonts w:ascii="Arial Narrow" w:hAnsi="Arial Narrow"/>
        </w:rPr>
      </w:pPr>
      <w:proofErr w:type="spellStart"/>
      <w:r>
        <w:rPr>
          <w:rFonts w:ascii="Arial Narrow" w:hAnsi="Arial Narrow"/>
        </w:rPr>
        <w:t>Slushie</w:t>
      </w:r>
      <w:proofErr w:type="spellEnd"/>
      <w:r>
        <w:rPr>
          <w:rFonts w:ascii="Arial Narrow" w:hAnsi="Arial Narrow"/>
        </w:rPr>
        <w:t>-Maschine:</w:t>
      </w:r>
    </w:p>
    <w:p w:rsidR="006707BD" w:rsidRPr="006707BD" w:rsidRDefault="006707BD" w:rsidP="006707BD">
      <w:pPr>
        <w:ind w:left="720"/>
        <w:textAlignment w:val="auto"/>
        <w:rPr>
          <w:rFonts w:ascii="Arial Narrow" w:hAnsi="Arial Narrow"/>
        </w:rPr>
      </w:pPr>
      <w:proofErr w:type="spellStart"/>
      <w:r w:rsidRPr="006707BD">
        <w:rPr>
          <w:rFonts w:ascii="Arial Narrow" w:hAnsi="Arial Narrow"/>
        </w:rPr>
        <w:t>Slushie</w:t>
      </w:r>
      <w:proofErr w:type="spellEnd"/>
      <w:r w:rsidRPr="006707BD">
        <w:rPr>
          <w:rFonts w:ascii="Arial Narrow" w:hAnsi="Arial Narrow"/>
        </w:rPr>
        <w:t>-Maschine Kaputt -&gt; eher nicht mehr zu retten</w:t>
      </w:r>
    </w:p>
    <w:p w:rsidR="006707BD" w:rsidRPr="006707BD" w:rsidRDefault="006707BD" w:rsidP="006707BD">
      <w:pPr>
        <w:ind w:left="720"/>
        <w:textAlignment w:val="auto"/>
        <w:rPr>
          <w:rFonts w:ascii="Arial Narrow" w:hAnsi="Arial Narrow"/>
        </w:rPr>
      </w:pPr>
      <w:r w:rsidRPr="006707BD">
        <w:rPr>
          <w:rFonts w:ascii="Arial Narrow" w:hAnsi="Arial Narrow"/>
        </w:rPr>
        <w:t>Alte reparieren lohnt sich nicht</w:t>
      </w:r>
    </w:p>
    <w:p w:rsidR="006707BD" w:rsidRPr="006707BD" w:rsidRDefault="006707BD" w:rsidP="006707BD">
      <w:pPr>
        <w:ind w:left="720"/>
        <w:textAlignment w:val="auto"/>
        <w:rPr>
          <w:rFonts w:ascii="Arial Narrow" w:hAnsi="Arial Narrow"/>
        </w:rPr>
      </w:pPr>
      <w:r w:rsidRPr="006707BD">
        <w:rPr>
          <w:rFonts w:ascii="Arial Narrow" w:hAnsi="Arial Narrow"/>
        </w:rPr>
        <w:t>Neue kostet zwischen 800 und 1700</w:t>
      </w:r>
    </w:p>
    <w:p w:rsidR="006707BD" w:rsidRPr="006707BD" w:rsidRDefault="006707BD" w:rsidP="006707BD">
      <w:pPr>
        <w:ind w:left="720"/>
        <w:textAlignment w:val="auto"/>
        <w:rPr>
          <w:rFonts w:ascii="Arial Narrow" w:hAnsi="Arial Narrow"/>
        </w:rPr>
      </w:pPr>
      <w:r w:rsidRPr="006707BD">
        <w:rPr>
          <w:rFonts w:ascii="Arial Narrow" w:hAnsi="Arial Narrow"/>
        </w:rPr>
        <w:t xml:space="preserve">Neue mit 2 Kammern wird befürwortet </w:t>
      </w:r>
    </w:p>
    <w:p w:rsidR="006707BD" w:rsidRPr="006707BD" w:rsidRDefault="006707BD" w:rsidP="006707BD">
      <w:pPr>
        <w:ind w:left="720"/>
        <w:textAlignment w:val="auto"/>
        <w:rPr>
          <w:rFonts w:ascii="Arial Narrow" w:hAnsi="Arial Narrow"/>
        </w:rPr>
      </w:pPr>
      <w:r w:rsidRPr="006707BD">
        <w:rPr>
          <w:rFonts w:ascii="Arial Narrow" w:hAnsi="Arial Narrow"/>
        </w:rPr>
        <w:t>Daniel hat sich umgeschaut: Mögliche kostet 1200€</w:t>
      </w:r>
    </w:p>
    <w:p w:rsidR="006707BD" w:rsidRPr="006707BD" w:rsidRDefault="006707BD" w:rsidP="006707BD">
      <w:pPr>
        <w:ind w:left="720"/>
        <w:textAlignment w:val="auto"/>
        <w:rPr>
          <w:rFonts w:ascii="Arial Narrow" w:hAnsi="Arial Narrow"/>
        </w:rPr>
      </w:pPr>
      <w:r w:rsidRPr="006707BD">
        <w:rPr>
          <w:rFonts w:ascii="Arial Narrow" w:hAnsi="Arial Narrow"/>
        </w:rPr>
        <w:t xml:space="preserve">Mögliche Lösung: Über </w:t>
      </w:r>
      <w:proofErr w:type="spellStart"/>
      <w:r w:rsidRPr="006707BD">
        <w:rPr>
          <w:rFonts w:ascii="Arial Narrow" w:hAnsi="Arial Narrow"/>
        </w:rPr>
        <w:t>StudierBar</w:t>
      </w:r>
      <w:proofErr w:type="spellEnd"/>
      <w:r w:rsidRPr="006707BD">
        <w:rPr>
          <w:rFonts w:ascii="Arial Narrow" w:hAnsi="Arial Narrow"/>
        </w:rPr>
        <w:t xml:space="preserve"> finanzieren</w:t>
      </w:r>
    </w:p>
    <w:p w:rsidR="006707BD" w:rsidRPr="006707BD" w:rsidRDefault="006707BD" w:rsidP="006707BD">
      <w:pPr>
        <w:ind w:left="720"/>
        <w:textAlignment w:val="auto"/>
        <w:rPr>
          <w:rFonts w:ascii="Arial Narrow" w:hAnsi="Arial Narrow"/>
        </w:rPr>
      </w:pPr>
      <w:r w:rsidRPr="006707BD">
        <w:rPr>
          <w:rFonts w:ascii="Arial Narrow" w:hAnsi="Arial Narrow"/>
        </w:rPr>
        <w:t xml:space="preserve">Versuch es über die </w:t>
      </w:r>
      <w:proofErr w:type="spellStart"/>
      <w:r w:rsidRPr="006707BD">
        <w:rPr>
          <w:rFonts w:ascii="Arial Narrow" w:hAnsi="Arial Narrow"/>
        </w:rPr>
        <w:t>StudierBar</w:t>
      </w:r>
      <w:proofErr w:type="spellEnd"/>
      <w:r w:rsidRPr="006707BD">
        <w:rPr>
          <w:rFonts w:ascii="Arial Narrow" w:hAnsi="Arial Narrow"/>
        </w:rPr>
        <w:t xml:space="preserve"> zu finanzieren</w:t>
      </w:r>
    </w:p>
    <w:p w:rsidR="006707BD" w:rsidRPr="006707BD" w:rsidRDefault="006707BD" w:rsidP="006707BD">
      <w:pPr>
        <w:ind w:left="720"/>
        <w:textAlignment w:val="auto"/>
        <w:rPr>
          <w:rFonts w:ascii="Arial Narrow" w:hAnsi="Arial Narrow"/>
        </w:rPr>
      </w:pPr>
      <w:r w:rsidRPr="006707BD">
        <w:rPr>
          <w:rFonts w:ascii="Arial Narrow" w:hAnsi="Arial Narrow"/>
        </w:rPr>
        <w:t xml:space="preserve">Morgige </w:t>
      </w:r>
      <w:proofErr w:type="spellStart"/>
      <w:r w:rsidRPr="006707BD">
        <w:rPr>
          <w:rFonts w:ascii="Arial Narrow" w:hAnsi="Arial Narrow"/>
        </w:rPr>
        <w:t>StudierBar</w:t>
      </w:r>
      <w:proofErr w:type="spellEnd"/>
      <w:r w:rsidRPr="006707BD">
        <w:rPr>
          <w:rFonts w:ascii="Arial Narrow" w:hAnsi="Arial Narrow"/>
        </w:rPr>
        <w:t xml:space="preserve"> wird abgewartet-&gt; Gewinn?</w:t>
      </w:r>
    </w:p>
    <w:p w:rsidR="006707BD" w:rsidRDefault="006707BD" w:rsidP="006707BD">
      <w:pPr>
        <w:pStyle w:val="Listenabsatz"/>
        <w:textAlignment w:val="auto"/>
        <w:rPr>
          <w:rFonts w:ascii="Arial Narrow" w:hAnsi="Arial Narrow"/>
        </w:rPr>
      </w:pPr>
      <w:r w:rsidRPr="006707BD">
        <w:rPr>
          <w:rFonts w:ascii="Arial Narrow" w:hAnsi="Arial Narrow"/>
        </w:rPr>
        <w:lastRenderedPageBreak/>
        <w:t>Wird nächste Woche nochmal angesprochen</w:t>
      </w:r>
    </w:p>
    <w:p w:rsidR="006707BD" w:rsidRDefault="006707BD" w:rsidP="006707BD">
      <w:pPr>
        <w:pStyle w:val="Listenabsatz"/>
        <w:textAlignment w:val="auto"/>
        <w:rPr>
          <w:rFonts w:ascii="Arial Narrow" w:hAnsi="Arial Narrow"/>
        </w:rPr>
      </w:pPr>
    </w:p>
    <w:p w:rsidR="006707BD" w:rsidRDefault="006707BD" w:rsidP="006707BD">
      <w:pPr>
        <w:pStyle w:val="Listenabsatz"/>
        <w:numPr>
          <w:ilvl w:val="0"/>
          <w:numId w:val="17"/>
        </w:numPr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Ordnung im AStA:</w:t>
      </w:r>
    </w:p>
    <w:p w:rsidR="006707BD" w:rsidRDefault="006707BD" w:rsidP="006707BD">
      <w:pPr>
        <w:pStyle w:val="Listenabsatz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Aufruf: Räumt bitte eure Sachen auf, schaut dass sich nicht so viel stapelt</w:t>
      </w:r>
    </w:p>
    <w:p w:rsidR="006707BD" w:rsidRDefault="006707BD" w:rsidP="006707BD">
      <w:pPr>
        <w:pStyle w:val="Listenabsatz"/>
        <w:textAlignment w:val="auto"/>
        <w:rPr>
          <w:rFonts w:ascii="Arial Narrow" w:hAnsi="Arial Narrow"/>
        </w:rPr>
      </w:pPr>
    </w:p>
    <w:p w:rsidR="006707BD" w:rsidRDefault="006707BD" w:rsidP="006707BD">
      <w:pPr>
        <w:pStyle w:val="Listenabsatz"/>
        <w:numPr>
          <w:ilvl w:val="0"/>
          <w:numId w:val="17"/>
        </w:numPr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AStA-Abend:</w:t>
      </w:r>
    </w:p>
    <w:p w:rsidR="006707BD" w:rsidRDefault="006707BD" w:rsidP="006707BD">
      <w:pPr>
        <w:pStyle w:val="Listenabsatz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Montag 26.06.17 18:00</w:t>
      </w:r>
    </w:p>
    <w:p w:rsidR="006707BD" w:rsidRDefault="006707BD" w:rsidP="006707BD">
      <w:pPr>
        <w:pStyle w:val="Listenabsatz"/>
        <w:textAlignment w:val="auto"/>
        <w:rPr>
          <w:rFonts w:ascii="Arial Narrow" w:hAnsi="Arial Narrow"/>
        </w:rPr>
      </w:pPr>
    </w:p>
    <w:p w:rsidR="006707BD" w:rsidRDefault="006707BD" w:rsidP="006707BD">
      <w:pPr>
        <w:pStyle w:val="Listenabsatz"/>
        <w:numPr>
          <w:ilvl w:val="0"/>
          <w:numId w:val="17"/>
        </w:numPr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AStA Abschluss:</w:t>
      </w:r>
    </w:p>
    <w:p w:rsidR="006707BD" w:rsidRDefault="006707BD" w:rsidP="006707BD">
      <w:pPr>
        <w:pStyle w:val="Listenabsatz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10 Vorschläge, Lukas macht Abstimmung</w:t>
      </w:r>
    </w:p>
    <w:p w:rsidR="006707BD" w:rsidRDefault="006707BD" w:rsidP="006707BD">
      <w:pPr>
        <w:pStyle w:val="Listenabsatz"/>
        <w:textAlignment w:val="auto"/>
        <w:rPr>
          <w:rFonts w:ascii="Arial Narrow" w:hAnsi="Arial Narrow"/>
        </w:rPr>
      </w:pPr>
    </w:p>
    <w:p w:rsidR="006707BD" w:rsidRDefault="006707BD" w:rsidP="006707BD">
      <w:pPr>
        <w:pStyle w:val="Listenabsatz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Sonstiges</w:t>
      </w:r>
    </w:p>
    <w:p w:rsidR="006707BD" w:rsidRDefault="006707BD" w:rsidP="006707BD">
      <w:pPr>
        <w:pStyle w:val="Listenabsatz"/>
        <w:numPr>
          <w:ilvl w:val="0"/>
          <w:numId w:val="17"/>
        </w:numPr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Müll von Inventur:</w:t>
      </w:r>
    </w:p>
    <w:p w:rsidR="006707BD" w:rsidRDefault="006707BD" w:rsidP="006707BD">
      <w:pPr>
        <w:pStyle w:val="Listenabsatz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 xml:space="preserve">Wurde </w:t>
      </w:r>
      <w:proofErr w:type="spellStart"/>
      <w:r>
        <w:rPr>
          <w:rFonts w:ascii="Arial Narrow" w:hAnsi="Arial Narrow"/>
        </w:rPr>
        <w:t>aufgeraümt</w:t>
      </w:r>
      <w:proofErr w:type="spellEnd"/>
    </w:p>
    <w:p w:rsidR="006707BD" w:rsidRDefault="006707BD" w:rsidP="006707BD">
      <w:pPr>
        <w:pStyle w:val="Listenabsatz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Liegen noch Sachen rum, die auf den Wertstoffhof müssen, Sigi und Tim kümmern sich darum</w:t>
      </w:r>
    </w:p>
    <w:p w:rsidR="006707BD" w:rsidRDefault="006707BD" w:rsidP="006707BD">
      <w:pPr>
        <w:pStyle w:val="Listenabsatz"/>
        <w:textAlignment w:val="auto"/>
        <w:rPr>
          <w:rFonts w:ascii="Arial Narrow" w:hAnsi="Arial Narrow"/>
        </w:rPr>
      </w:pPr>
    </w:p>
    <w:p w:rsidR="006707BD" w:rsidRDefault="006707BD" w:rsidP="006707BD">
      <w:pPr>
        <w:pStyle w:val="Listenabsatz"/>
        <w:numPr>
          <w:ilvl w:val="0"/>
          <w:numId w:val="17"/>
        </w:numPr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Drucker:</w:t>
      </w:r>
    </w:p>
    <w:p w:rsidR="006707BD" w:rsidRDefault="006707BD" w:rsidP="006707BD">
      <w:pPr>
        <w:pStyle w:val="Listenabsatz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Darauf achten, 80g Papier zu benutzen!</w:t>
      </w:r>
    </w:p>
    <w:p w:rsidR="006707BD" w:rsidRDefault="006707BD" w:rsidP="006707BD">
      <w:pPr>
        <w:pStyle w:val="Listenabsatz"/>
        <w:textAlignment w:val="auto"/>
        <w:rPr>
          <w:rFonts w:ascii="Arial Narrow" w:hAnsi="Arial Narrow"/>
        </w:rPr>
      </w:pPr>
    </w:p>
    <w:p w:rsidR="006707BD" w:rsidRDefault="006707BD" w:rsidP="006707BD">
      <w:pPr>
        <w:pStyle w:val="Listenabsatz"/>
        <w:numPr>
          <w:ilvl w:val="0"/>
          <w:numId w:val="17"/>
        </w:numPr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Gewinnspiel HSB:</w:t>
      </w:r>
    </w:p>
    <w:p w:rsidR="006707BD" w:rsidRPr="006707BD" w:rsidRDefault="006707BD" w:rsidP="006707BD">
      <w:pPr>
        <w:pStyle w:val="Listenabsatz"/>
        <w:textAlignment w:val="auto"/>
        <w:rPr>
          <w:rFonts w:ascii="Arial Narrow" w:hAnsi="Arial Narrow"/>
        </w:rPr>
      </w:pPr>
      <w:r w:rsidRPr="006707BD">
        <w:rPr>
          <w:rFonts w:ascii="Arial Narrow" w:hAnsi="Arial Narrow"/>
        </w:rPr>
        <w:t>Sabbel hat angefangen Gewinnspiel für HSB vorzubereiten</w:t>
      </w:r>
    </w:p>
    <w:p w:rsidR="006707BD" w:rsidRPr="006707BD" w:rsidRDefault="006707BD" w:rsidP="006707BD">
      <w:pPr>
        <w:pStyle w:val="Listenabsatz"/>
        <w:textAlignment w:val="auto"/>
        <w:rPr>
          <w:rFonts w:ascii="Arial Narrow" w:hAnsi="Arial Narrow"/>
        </w:rPr>
      </w:pPr>
      <w:r w:rsidRPr="006707BD">
        <w:rPr>
          <w:rFonts w:ascii="Arial Narrow" w:hAnsi="Arial Narrow"/>
        </w:rPr>
        <w:t>(Zeitraum zwischen August und September?)</w:t>
      </w:r>
    </w:p>
    <w:p w:rsidR="006707BD" w:rsidRPr="006707BD" w:rsidRDefault="006707BD" w:rsidP="006707BD">
      <w:pPr>
        <w:pStyle w:val="Listenabsatz"/>
        <w:textAlignment w:val="auto"/>
        <w:rPr>
          <w:rFonts w:ascii="Arial Narrow" w:hAnsi="Arial Narrow"/>
        </w:rPr>
      </w:pPr>
      <w:r w:rsidRPr="006707BD">
        <w:rPr>
          <w:rFonts w:ascii="Arial Narrow" w:hAnsi="Arial Narrow"/>
        </w:rPr>
        <w:t>Es muss über Teilnahmebedingungen drüber geschaut werden (gerne Anmerkungen) -&gt; Aufm Server unter HSB</w:t>
      </w:r>
    </w:p>
    <w:p w:rsidR="006707BD" w:rsidRPr="006707BD" w:rsidRDefault="006707BD" w:rsidP="006707BD">
      <w:pPr>
        <w:pStyle w:val="Listenabsatz"/>
        <w:textAlignment w:val="auto"/>
        <w:rPr>
          <w:rFonts w:ascii="Arial Narrow" w:hAnsi="Arial Narrow"/>
        </w:rPr>
      </w:pPr>
      <w:r w:rsidRPr="006707BD">
        <w:rPr>
          <w:rFonts w:ascii="Arial Narrow" w:hAnsi="Arial Narrow"/>
        </w:rPr>
        <w:t>Interne Ersthelfer? (Helena und Daniel? -&gt; Lukas redet mit ihnen)</w:t>
      </w:r>
    </w:p>
    <w:p w:rsidR="006707BD" w:rsidRPr="006707BD" w:rsidRDefault="006707BD" w:rsidP="006707BD">
      <w:pPr>
        <w:pStyle w:val="Listenabsatz"/>
        <w:textAlignment w:val="auto"/>
        <w:rPr>
          <w:rFonts w:ascii="Arial Narrow" w:hAnsi="Arial Narrow"/>
        </w:rPr>
      </w:pPr>
      <w:r w:rsidRPr="006707BD">
        <w:rPr>
          <w:rFonts w:ascii="Arial Narrow" w:hAnsi="Arial Narrow"/>
        </w:rPr>
        <w:t>Preis? -&gt; 5 Karten für 1. Platz</w:t>
      </w:r>
    </w:p>
    <w:p w:rsidR="006707BD" w:rsidRDefault="006707BD" w:rsidP="006707BD">
      <w:pPr>
        <w:pStyle w:val="Listenabsatz"/>
        <w:textAlignment w:val="auto"/>
        <w:rPr>
          <w:rFonts w:ascii="Arial Narrow" w:hAnsi="Arial Narrow"/>
        </w:rPr>
      </w:pPr>
      <w:r w:rsidRPr="006707BD">
        <w:rPr>
          <w:rFonts w:ascii="Arial Narrow" w:hAnsi="Arial Narrow"/>
        </w:rPr>
        <w:t>Facebook Abstimmung und Jury?</w:t>
      </w:r>
    </w:p>
    <w:p w:rsidR="006707BD" w:rsidRDefault="006707BD" w:rsidP="006707BD">
      <w:pPr>
        <w:pStyle w:val="Listenabsatz"/>
        <w:textAlignment w:val="auto"/>
        <w:rPr>
          <w:rFonts w:ascii="Arial Narrow" w:hAnsi="Arial Narrow"/>
        </w:rPr>
      </w:pPr>
    </w:p>
    <w:p w:rsidR="006707BD" w:rsidRDefault="006707BD" w:rsidP="006707BD">
      <w:pPr>
        <w:pStyle w:val="Listenabsatz"/>
        <w:numPr>
          <w:ilvl w:val="0"/>
          <w:numId w:val="17"/>
        </w:numPr>
        <w:textAlignment w:val="auto"/>
        <w:rPr>
          <w:rFonts w:ascii="Arial Narrow" w:hAnsi="Arial Narrow"/>
        </w:rPr>
      </w:pPr>
      <w:proofErr w:type="spellStart"/>
      <w:r>
        <w:rPr>
          <w:rFonts w:ascii="Arial Narrow" w:hAnsi="Arial Narrow"/>
        </w:rPr>
        <w:t>StudierBar</w:t>
      </w:r>
      <w:proofErr w:type="spellEnd"/>
      <w:r>
        <w:rPr>
          <w:rFonts w:ascii="Arial Narrow" w:hAnsi="Arial Narrow"/>
        </w:rPr>
        <w:t>:</w:t>
      </w:r>
    </w:p>
    <w:p w:rsidR="006707BD" w:rsidRPr="00F1698D" w:rsidRDefault="006707BD" w:rsidP="006707BD">
      <w:pPr>
        <w:pStyle w:val="Listenabsatz"/>
        <w:textAlignment w:val="auto"/>
        <w:rPr>
          <w:rFonts w:ascii="Arial Narrow" w:hAnsi="Arial Narrow"/>
        </w:rPr>
      </w:pPr>
      <w:proofErr w:type="spellStart"/>
      <w:r w:rsidRPr="006707BD">
        <w:rPr>
          <w:rFonts w:ascii="Arial Narrow" w:hAnsi="Arial Narrow"/>
        </w:rPr>
        <w:t>StudierBar</w:t>
      </w:r>
      <w:proofErr w:type="spellEnd"/>
      <w:r w:rsidRPr="006707BD">
        <w:rPr>
          <w:rFonts w:ascii="Arial Narrow" w:hAnsi="Arial Narrow"/>
        </w:rPr>
        <w:t xml:space="preserve"> Aufbau 17:00 Anfang 20:00</w:t>
      </w:r>
    </w:p>
    <w:sectPr w:rsidR="006707BD" w:rsidRPr="00F1698D" w:rsidSect="007F047A">
      <w:headerReference w:type="default" r:id="rId8"/>
      <w:endnotePr>
        <w:numFmt w:val="decimal"/>
      </w:endnotePr>
      <w:type w:val="continuous"/>
      <w:pgSz w:w="11906" w:h="16838" w:code="9"/>
      <w:pgMar w:top="1418" w:right="1134" w:bottom="1418" w:left="1418" w:header="851" w:footer="1134" w:gutter="0"/>
      <w:paperSrc w:first="263" w:other="262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653DA" w:rsidRDefault="00C653DA">
      <w:pPr>
        <w:spacing w:line="20" w:lineRule="exact"/>
      </w:pPr>
    </w:p>
  </w:endnote>
  <w:endnote w:type="continuationSeparator" w:id="0">
    <w:p w:rsidR="00C653DA" w:rsidRDefault="00C653DA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  <w:endnote w:type="continuationNotice" w:id="1">
    <w:p w:rsidR="00C653DA" w:rsidRDefault="00C653DA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Helvetica-Narrow">
    <w:altName w:val="Helvetica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653DA" w:rsidRDefault="00C653DA">
      <w:pPr>
        <w:pStyle w:val="WortmarkeFu"/>
      </w:pPr>
      <w:r>
        <w:rPr>
          <w:rFonts w:ascii="Courier" w:hAnsi="Courier"/>
          <w:sz w:val="24"/>
          <w:lang w:val="de-DE"/>
        </w:rPr>
        <w:separator/>
      </w:r>
    </w:p>
  </w:footnote>
  <w:footnote w:type="continuationSeparator" w:id="0">
    <w:p w:rsidR="00C653DA" w:rsidRDefault="00C653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973A0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973A0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973A0" w:rsidRPr="00CF0EE6" w:rsidRDefault="000973A0" w:rsidP="00CF0EE6">
    <w:pPr>
      <w:pStyle w:val="WortmarkeFu"/>
      <w:tabs>
        <w:tab w:val="clear" w:pos="9355"/>
        <w:tab w:val="left" w:pos="-720"/>
        <w:tab w:val="right" w:pos="9498"/>
      </w:tabs>
      <w:ind w:right="-1"/>
      <w:rPr>
        <w:rFonts w:ascii="Arial Narrow" w:hAnsi="Arial Narrow"/>
        <w:sz w:val="20"/>
        <w:lang w:val="de-DE"/>
      </w:rPr>
    </w:pPr>
    <w:r w:rsidRPr="00CF0EE6">
      <w:rPr>
        <w:rFonts w:ascii="Arial Narrow" w:hAnsi="Arial Narrow"/>
        <w:sz w:val="20"/>
        <w:lang w:val="de-DE"/>
      </w:rPr>
      <w:t xml:space="preserve">Sitzung des </w:t>
    </w:r>
    <w:r>
      <w:rPr>
        <w:rFonts w:ascii="Arial Narrow" w:hAnsi="Arial Narrow"/>
        <w:sz w:val="20"/>
        <w:lang w:val="de-DE"/>
      </w:rPr>
      <w:t>AStA</w:t>
    </w:r>
    <w:r w:rsidRPr="00CF0EE6">
      <w:rPr>
        <w:rFonts w:ascii="Arial Narrow" w:hAnsi="Arial Narrow"/>
        <w:sz w:val="20"/>
        <w:lang w:val="de-DE"/>
      </w:rPr>
      <w:t xml:space="preserve"> im </w:t>
    </w:r>
    <w:proofErr w:type="spellStart"/>
    <w:r w:rsidR="00A94EB0">
      <w:rPr>
        <w:rFonts w:ascii="Arial Narrow" w:hAnsi="Arial Narrow"/>
        <w:sz w:val="20"/>
        <w:lang w:val="de-DE"/>
      </w:rPr>
      <w:t>So</w:t>
    </w:r>
    <w:r w:rsidR="006204D1">
      <w:rPr>
        <w:rFonts w:ascii="Arial Narrow" w:hAnsi="Arial Narrow"/>
        <w:sz w:val="20"/>
        <w:lang w:val="de-DE"/>
      </w:rPr>
      <w:t>S</w:t>
    </w:r>
    <w:r w:rsidR="00A7386C">
      <w:rPr>
        <w:rFonts w:ascii="Arial Narrow" w:hAnsi="Arial Narrow"/>
        <w:sz w:val="20"/>
        <w:lang w:val="de-DE"/>
      </w:rPr>
      <w:t>e</w:t>
    </w:r>
    <w:proofErr w:type="spellEnd"/>
    <w:r w:rsidR="00A7386C">
      <w:rPr>
        <w:rFonts w:ascii="Arial Narrow" w:hAnsi="Arial Narrow"/>
        <w:sz w:val="20"/>
        <w:lang w:val="de-DE"/>
      </w:rPr>
      <w:t xml:space="preserve"> </w:t>
    </w:r>
    <w:r w:rsidR="00E14709">
      <w:rPr>
        <w:rFonts w:ascii="Arial Narrow" w:hAnsi="Arial Narrow"/>
        <w:sz w:val="20"/>
        <w:lang w:val="de-DE"/>
      </w:rPr>
      <w:t>17</w:t>
    </w:r>
    <w:r w:rsidRPr="00CF0EE6">
      <w:rPr>
        <w:rFonts w:ascii="Arial Narrow" w:hAnsi="Arial Narrow"/>
        <w:sz w:val="20"/>
        <w:lang w:val="de-DE"/>
      </w:rPr>
      <w:tab/>
      <w:t xml:space="preserve">Seite </w:t>
    </w:r>
    <w:r w:rsidRPr="00CF0EE6">
      <w:rPr>
        <w:rFonts w:ascii="Arial Narrow" w:hAnsi="Arial Narrow"/>
        <w:sz w:val="20"/>
        <w:lang w:val="de-DE"/>
      </w:rPr>
      <w:fldChar w:fldCharType="begin"/>
    </w:r>
    <w:r w:rsidRPr="00CF0EE6">
      <w:rPr>
        <w:rFonts w:ascii="Arial Narrow" w:hAnsi="Arial Narrow"/>
        <w:sz w:val="20"/>
        <w:lang w:val="de-DE"/>
      </w:rPr>
      <w:instrText>PAGE \* ARABIC</w:instrText>
    </w:r>
    <w:r w:rsidRPr="00CF0EE6">
      <w:rPr>
        <w:rFonts w:ascii="Arial Narrow" w:hAnsi="Arial Narrow"/>
        <w:sz w:val="20"/>
        <w:lang w:val="de-DE"/>
      </w:rPr>
      <w:fldChar w:fldCharType="separate"/>
    </w:r>
    <w:r w:rsidR="0024237A">
      <w:rPr>
        <w:rFonts w:ascii="Arial Narrow" w:hAnsi="Arial Narrow"/>
        <w:noProof/>
        <w:sz w:val="20"/>
        <w:lang w:val="de-DE"/>
      </w:rPr>
      <w:t>1</w:t>
    </w:r>
    <w:r w:rsidRPr="00CF0EE6">
      <w:rPr>
        <w:rFonts w:ascii="Arial Narrow" w:hAnsi="Arial Narrow"/>
        <w:sz w:val="20"/>
        <w:lang w:val="de-DE"/>
      </w:rPr>
      <w:fldChar w:fldCharType="end"/>
    </w:r>
  </w:p>
  <w:p w:rsidR="000973A0" w:rsidRPr="00CF0EE6" w:rsidRDefault="000973A0">
    <w:pPr>
      <w:pStyle w:val="WortmarkeFu"/>
      <w:pBdr>
        <w:bottom w:val="single" w:sz="6" w:space="1" w:color="auto"/>
      </w:pBdr>
      <w:tabs>
        <w:tab w:val="clear" w:pos="9355"/>
        <w:tab w:val="left" w:pos="-720"/>
        <w:tab w:val="center" w:pos="2863"/>
        <w:tab w:val="left" w:pos="3969"/>
        <w:tab w:val="left" w:pos="6237"/>
      </w:tabs>
      <w:spacing w:line="19" w:lineRule="exact"/>
      <w:ind w:right="-283"/>
      <w:rPr>
        <w:rFonts w:ascii="Arial Narrow" w:hAnsi="Arial Narrow"/>
        <w:sz w:val="20"/>
        <w:lang w:val="de-DE"/>
      </w:rPr>
    </w:pPr>
  </w:p>
  <w:p w:rsidR="000973A0" w:rsidRPr="00CF0EE6" w:rsidRDefault="000973A0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120" w:lineRule="auto"/>
      <w:ind w:right="-283"/>
      <w:rPr>
        <w:rFonts w:ascii="Arial Narrow" w:hAnsi="Arial Narrow"/>
        <w:sz w:val="20"/>
        <w:lang w:val="de-DE"/>
      </w:rPr>
    </w:pPr>
  </w:p>
  <w:p w:rsidR="000973A0" w:rsidRPr="00CF0EE6" w:rsidRDefault="000973A0">
    <w:pPr>
      <w:spacing w:after="356" w:line="100" w:lineRule="exact"/>
      <w:rPr>
        <w:rFonts w:ascii="Arial Narrow" w:hAnsi="Arial Narrow"/>
        <w:sz w:val="20"/>
      </w:rPr>
    </w:pPr>
    <w:r w:rsidRPr="00CF0EE6">
      <w:rPr>
        <w:rFonts w:ascii="Arial Narrow" w:hAnsi="Arial Narrow"/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943AF"/>
    <w:multiLevelType w:val="hybridMultilevel"/>
    <w:tmpl w:val="B6E61844"/>
    <w:lvl w:ilvl="0" w:tplc="77EE61F0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670320E"/>
    <w:multiLevelType w:val="hybridMultilevel"/>
    <w:tmpl w:val="058046BA"/>
    <w:lvl w:ilvl="0" w:tplc="0407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7D10FB"/>
    <w:multiLevelType w:val="hybridMultilevel"/>
    <w:tmpl w:val="895C225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8CE4846">
      <w:start w:val="7"/>
      <w:numFmt w:val="bullet"/>
      <w:lvlText w:val=""/>
      <w:lvlJc w:val="left"/>
      <w:pPr>
        <w:ind w:left="2880" w:hanging="360"/>
      </w:pPr>
      <w:rPr>
        <w:rFonts w:ascii="Wingdings" w:eastAsia="SimSun" w:hAnsi="Wingdings" w:cs="Mangal" w:hint="default"/>
      </w:rPr>
    </w:lvl>
    <w:lvl w:ilvl="4" w:tplc="5602E524">
      <w:start w:val="7"/>
      <w:numFmt w:val="bullet"/>
      <w:lvlText w:val="-"/>
      <w:lvlJc w:val="left"/>
      <w:pPr>
        <w:ind w:left="3600" w:hanging="360"/>
      </w:pPr>
      <w:rPr>
        <w:rFonts w:ascii="Arial Narrow" w:eastAsia="SimSun" w:hAnsi="Arial Narrow" w:cs="Mangal" w:hint="default"/>
      </w:rPr>
    </w:lvl>
    <w:lvl w:ilvl="5" w:tplc="C512DEC6">
      <w:numFmt w:val="bullet"/>
      <w:lvlText w:val="•"/>
      <w:lvlJc w:val="left"/>
      <w:pPr>
        <w:ind w:left="4860" w:hanging="720"/>
      </w:pPr>
      <w:rPr>
        <w:rFonts w:ascii="Arial Narrow" w:eastAsia="SimSun" w:hAnsi="Arial Narrow" w:cs="Mangal" w:hint="default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3344BC"/>
    <w:multiLevelType w:val="multilevel"/>
    <w:tmpl w:val="20B652C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C850ABF"/>
    <w:multiLevelType w:val="hybridMultilevel"/>
    <w:tmpl w:val="F5A8B650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D540568"/>
    <w:multiLevelType w:val="hybridMultilevel"/>
    <w:tmpl w:val="43D830BA"/>
    <w:lvl w:ilvl="0" w:tplc="F6F24C1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56B548E"/>
    <w:multiLevelType w:val="hybridMultilevel"/>
    <w:tmpl w:val="E1D41B42"/>
    <w:lvl w:ilvl="0" w:tplc="01F0BEB0">
      <w:start w:val="1"/>
      <w:numFmt w:val="upperLetter"/>
      <w:lvlText w:val="%1-"/>
      <w:lvlJc w:val="left"/>
      <w:pPr>
        <w:ind w:left="75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77" w:hanging="360"/>
      </w:pPr>
    </w:lvl>
    <w:lvl w:ilvl="2" w:tplc="0407001B" w:tentative="1">
      <w:start w:val="1"/>
      <w:numFmt w:val="lowerRoman"/>
      <w:lvlText w:val="%3."/>
      <w:lvlJc w:val="right"/>
      <w:pPr>
        <w:ind w:left="2197" w:hanging="180"/>
      </w:pPr>
    </w:lvl>
    <w:lvl w:ilvl="3" w:tplc="0407000F" w:tentative="1">
      <w:start w:val="1"/>
      <w:numFmt w:val="decimal"/>
      <w:lvlText w:val="%4."/>
      <w:lvlJc w:val="left"/>
      <w:pPr>
        <w:ind w:left="2917" w:hanging="360"/>
      </w:pPr>
    </w:lvl>
    <w:lvl w:ilvl="4" w:tplc="04070019" w:tentative="1">
      <w:start w:val="1"/>
      <w:numFmt w:val="lowerLetter"/>
      <w:lvlText w:val="%5."/>
      <w:lvlJc w:val="left"/>
      <w:pPr>
        <w:ind w:left="3637" w:hanging="360"/>
      </w:pPr>
    </w:lvl>
    <w:lvl w:ilvl="5" w:tplc="0407001B" w:tentative="1">
      <w:start w:val="1"/>
      <w:numFmt w:val="lowerRoman"/>
      <w:lvlText w:val="%6."/>
      <w:lvlJc w:val="right"/>
      <w:pPr>
        <w:ind w:left="4357" w:hanging="180"/>
      </w:pPr>
    </w:lvl>
    <w:lvl w:ilvl="6" w:tplc="0407000F" w:tentative="1">
      <w:start w:val="1"/>
      <w:numFmt w:val="decimal"/>
      <w:lvlText w:val="%7."/>
      <w:lvlJc w:val="left"/>
      <w:pPr>
        <w:ind w:left="5077" w:hanging="360"/>
      </w:pPr>
    </w:lvl>
    <w:lvl w:ilvl="7" w:tplc="04070019" w:tentative="1">
      <w:start w:val="1"/>
      <w:numFmt w:val="lowerLetter"/>
      <w:lvlText w:val="%8."/>
      <w:lvlJc w:val="left"/>
      <w:pPr>
        <w:ind w:left="5797" w:hanging="360"/>
      </w:pPr>
    </w:lvl>
    <w:lvl w:ilvl="8" w:tplc="0407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7" w15:restartNumberingAfterBreak="0">
    <w:nsid w:val="1B05325F"/>
    <w:multiLevelType w:val="hybridMultilevel"/>
    <w:tmpl w:val="D29C5EEA"/>
    <w:lvl w:ilvl="0" w:tplc="0407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26222B08"/>
    <w:multiLevelType w:val="hybridMultilevel"/>
    <w:tmpl w:val="F4D2CD1C"/>
    <w:lvl w:ilvl="0" w:tplc="0407000F">
      <w:start w:val="1"/>
      <w:numFmt w:val="decimal"/>
      <w:lvlText w:val="%1."/>
      <w:lvlJc w:val="left"/>
      <w:pPr>
        <w:ind w:left="1117" w:hanging="360"/>
      </w:pPr>
    </w:lvl>
    <w:lvl w:ilvl="1" w:tplc="04070019">
      <w:start w:val="1"/>
      <w:numFmt w:val="lowerLetter"/>
      <w:lvlText w:val="%2."/>
      <w:lvlJc w:val="left"/>
      <w:pPr>
        <w:ind w:left="1837" w:hanging="360"/>
      </w:pPr>
    </w:lvl>
    <w:lvl w:ilvl="2" w:tplc="0407001B">
      <w:start w:val="1"/>
      <w:numFmt w:val="lowerRoman"/>
      <w:lvlText w:val="%3."/>
      <w:lvlJc w:val="right"/>
      <w:pPr>
        <w:ind w:left="2557" w:hanging="180"/>
      </w:pPr>
    </w:lvl>
    <w:lvl w:ilvl="3" w:tplc="0407000F" w:tentative="1">
      <w:start w:val="1"/>
      <w:numFmt w:val="decimal"/>
      <w:lvlText w:val="%4."/>
      <w:lvlJc w:val="left"/>
      <w:pPr>
        <w:ind w:left="3277" w:hanging="360"/>
      </w:pPr>
    </w:lvl>
    <w:lvl w:ilvl="4" w:tplc="04070019" w:tentative="1">
      <w:start w:val="1"/>
      <w:numFmt w:val="lowerLetter"/>
      <w:lvlText w:val="%5."/>
      <w:lvlJc w:val="left"/>
      <w:pPr>
        <w:ind w:left="3997" w:hanging="360"/>
      </w:pPr>
    </w:lvl>
    <w:lvl w:ilvl="5" w:tplc="0407001B" w:tentative="1">
      <w:start w:val="1"/>
      <w:numFmt w:val="lowerRoman"/>
      <w:lvlText w:val="%6."/>
      <w:lvlJc w:val="right"/>
      <w:pPr>
        <w:ind w:left="4717" w:hanging="180"/>
      </w:pPr>
    </w:lvl>
    <w:lvl w:ilvl="6" w:tplc="0407000F" w:tentative="1">
      <w:start w:val="1"/>
      <w:numFmt w:val="decimal"/>
      <w:lvlText w:val="%7."/>
      <w:lvlJc w:val="left"/>
      <w:pPr>
        <w:ind w:left="5437" w:hanging="360"/>
      </w:pPr>
    </w:lvl>
    <w:lvl w:ilvl="7" w:tplc="04070019" w:tentative="1">
      <w:start w:val="1"/>
      <w:numFmt w:val="lowerLetter"/>
      <w:lvlText w:val="%8."/>
      <w:lvlJc w:val="left"/>
      <w:pPr>
        <w:ind w:left="6157" w:hanging="360"/>
      </w:pPr>
    </w:lvl>
    <w:lvl w:ilvl="8" w:tplc="0407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9" w15:restartNumberingAfterBreak="0">
    <w:nsid w:val="36C84B4B"/>
    <w:multiLevelType w:val="hybridMultilevel"/>
    <w:tmpl w:val="67BAA38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576991"/>
    <w:multiLevelType w:val="hybridMultilevel"/>
    <w:tmpl w:val="7FBA6B60"/>
    <w:lvl w:ilvl="0" w:tplc="04070005">
      <w:start w:val="1"/>
      <w:numFmt w:val="bullet"/>
      <w:lvlText w:val=""/>
      <w:lvlJc w:val="left"/>
      <w:pPr>
        <w:ind w:left="1117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1" w15:restartNumberingAfterBreak="0">
    <w:nsid w:val="4BB9417D"/>
    <w:multiLevelType w:val="hybridMultilevel"/>
    <w:tmpl w:val="4DC862C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5A6FCF"/>
    <w:multiLevelType w:val="hybridMultilevel"/>
    <w:tmpl w:val="4266C9DA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56F540B8"/>
    <w:multiLevelType w:val="hybridMultilevel"/>
    <w:tmpl w:val="64B87964"/>
    <w:lvl w:ilvl="0" w:tplc="2AF0BFBE">
      <w:numFmt w:val="bullet"/>
      <w:lvlText w:val="-"/>
      <w:lvlJc w:val="left"/>
      <w:pPr>
        <w:ind w:left="1080" w:hanging="360"/>
      </w:pPr>
      <w:rPr>
        <w:rFonts w:ascii="Arial Narrow" w:eastAsia="Times New Roman" w:hAnsi="Arial Narrow" w:cs="Times New Roman" w:hint="default"/>
      </w:rPr>
    </w:lvl>
    <w:lvl w:ilvl="1" w:tplc="0407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67D8093F"/>
    <w:multiLevelType w:val="hybridMultilevel"/>
    <w:tmpl w:val="20B652C4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07400CA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68D57B1C"/>
    <w:multiLevelType w:val="hybridMultilevel"/>
    <w:tmpl w:val="330CA3E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800A35"/>
    <w:multiLevelType w:val="hybridMultilevel"/>
    <w:tmpl w:val="A832FB5E"/>
    <w:lvl w:ilvl="0" w:tplc="0407000F">
      <w:start w:val="1"/>
      <w:numFmt w:val="decimal"/>
      <w:lvlText w:val="%1."/>
      <w:lvlJc w:val="left"/>
      <w:pPr>
        <w:ind w:left="2557" w:hanging="360"/>
      </w:pPr>
    </w:lvl>
    <w:lvl w:ilvl="1" w:tplc="04070019" w:tentative="1">
      <w:start w:val="1"/>
      <w:numFmt w:val="lowerLetter"/>
      <w:lvlText w:val="%2."/>
      <w:lvlJc w:val="left"/>
      <w:pPr>
        <w:ind w:left="3277" w:hanging="360"/>
      </w:pPr>
    </w:lvl>
    <w:lvl w:ilvl="2" w:tplc="0407001B" w:tentative="1">
      <w:start w:val="1"/>
      <w:numFmt w:val="lowerRoman"/>
      <w:lvlText w:val="%3."/>
      <w:lvlJc w:val="right"/>
      <w:pPr>
        <w:ind w:left="3997" w:hanging="180"/>
      </w:pPr>
    </w:lvl>
    <w:lvl w:ilvl="3" w:tplc="0407000F" w:tentative="1">
      <w:start w:val="1"/>
      <w:numFmt w:val="decimal"/>
      <w:lvlText w:val="%4."/>
      <w:lvlJc w:val="left"/>
      <w:pPr>
        <w:ind w:left="4717" w:hanging="360"/>
      </w:pPr>
    </w:lvl>
    <w:lvl w:ilvl="4" w:tplc="04070019" w:tentative="1">
      <w:start w:val="1"/>
      <w:numFmt w:val="lowerLetter"/>
      <w:lvlText w:val="%5."/>
      <w:lvlJc w:val="left"/>
      <w:pPr>
        <w:ind w:left="5437" w:hanging="360"/>
      </w:pPr>
    </w:lvl>
    <w:lvl w:ilvl="5" w:tplc="0407001B" w:tentative="1">
      <w:start w:val="1"/>
      <w:numFmt w:val="lowerRoman"/>
      <w:lvlText w:val="%6."/>
      <w:lvlJc w:val="right"/>
      <w:pPr>
        <w:ind w:left="6157" w:hanging="180"/>
      </w:pPr>
    </w:lvl>
    <w:lvl w:ilvl="6" w:tplc="0407000F" w:tentative="1">
      <w:start w:val="1"/>
      <w:numFmt w:val="decimal"/>
      <w:lvlText w:val="%7."/>
      <w:lvlJc w:val="left"/>
      <w:pPr>
        <w:ind w:left="6877" w:hanging="360"/>
      </w:pPr>
    </w:lvl>
    <w:lvl w:ilvl="7" w:tplc="04070019" w:tentative="1">
      <w:start w:val="1"/>
      <w:numFmt w:val="lowerLetter"/>
      <w:lvlText w:val="%8."/>
      <w:lvlJc w:val="left"/>
      <w:pPr>
        <w:ind w:left="7597" w:hanging="360"/>
      </w:pPr>
    </w:lvl>
    <w:lvl w:ilvl="8" w:tplc="0407001B" w:tentative="1">
      <w:start w:val="1"/>
      <w:numFmt w:val="lowerRoman"/>
      <w:lvlText w:val="%9."/>
      <w:lvlJc w:val="right"/>
      <w:pPr>
        <w:ind w:left="8317" w:hanging="180"/>
      </w:pPr>
    </w:lvl>
  </w:abstractNum>
  <w:abstractNum w:abstractNumId="17" w15:restartNumberingAfterBreak="0">
    <w:nsid w:val="6AA1750B"/>
    <w:multiLevelType w:val="hybridMultilevel"/>
    <w:tmpl w:val="F13053C2"/>
    <w:lvl w:ilvl="0" w:tplc="0407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6FC0776E"/>
    <w:multiLevelType w:val="hybridMultilevel"/>
    <w:tmpl w:val="F38E149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2130DA4"/>
    <w:multiLevelType w:val="hybridMultilevel"/>
    <w:tmpl w:val="FA8EDAD0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3D57BB9"/>
    <w:multiLevelType w:val="multilevel"/>
    <w:tmpl w:val="5EB830CC"/>
    <w:lvl w:ilvl="0">
      <w:start w:val="1"/>
      <w:numFmt w:val="decimal"/>
      <w:lvlText w:val="%1)"/>
      <w:lvlJc w:val="left"/>
      <w:pPr>
        <w:ind w:left="72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720" w:firstLine="0"/>
      </w:pPr>
    </w:lvl>
    <w:lvl w:ilvl="3">
      <w:start w:val="1"/>
      <w:numFmt w:val="decimal"/>
      <w:lvlText w:val="%4."/>
      <w:lvlJc w:val="left"/>
      <w:pPr>
        <w:ind w:left="720" w:firstLine="0"/>
      </w:pPr>
    </w:lvl>
    <w:lvl w:ilvl="4">
      <w:start w:val="1"/>
      <w:numFmt w:val="decimal"/>
      <w:lvlText w:val="%5."/>
      <w:lvlJc w:val="left"/>
      <w:pPr>
        <w:ind w:left="720" w:firstLine="0"/>
      </w:pPr>
    </w:lvl>
    <w:lvl w:ilvl="5">
      <w:start w:val="1"/>
      <w:numFmt w:val="decimal"/>
      <w:lvlText w:val="%6."/>
      <w:lvlJc w:val="left"/>
      <w:pPr>
        <w:ind w:left="720" w:firstLine="0"/>
      </w:pPr>
    </w:lvl>
    <w:lvl w:ilvl="6">
      <w:start w:val="1"/>
      <w:numFmt w:val="decimal"/>
      <w:lvlText w:val="%7."/>
      <w:lvlJc w:val="left"/>
      <w:pPr>
        <w:ind w:left="720" w:firstLine="0"/>
      </w:pPr>
    </w:lvl>
    <w:lvl w:ilvl="7">
      <w:start w:val="1"/>
      <w:numFmt w:val="decimal"/>
      <w:lvlText w:val="%8."/>
      <w:lvlJc w:val="left"/>
      <w:pPr>
        <w:ind w:left="720" w:firstLine="0"/>
      </w:pPr>
    </w:lvl>
    <w:lvl w:ilvl="8">
      <w:start w:val="1"/>
      <w:numFmt w:val="decimal"/>
      <w:lvlText w:val="%9."/>
      <w:lvlJc w:val="left"/>
      <w:pPr>
        <w:ind w:left="720" w:firstLine="0"/>
      </w:pPr>
    </w:lvl>
  </w:abstractNum>
  <w:num w:numId="1">
    <w:abstractNumId w:val="14"/>
  </w:num>
  <w:num w:numId="2">
    <w:abstractNumId w:val="19"/>
  </w:num>
  <w:num w:numId="3">
    <w:abstractNumId w:val="3"/>
  </w:num>
  <w:num w:numId="4">
    <w:abstractNumId w:val="7"/>
  </w:num>
  <w:num w:numId="5">
    <w:abstractNumId w:val="10"/>
  </w:num>
  <w:num w:numId="6">
    <w:abstractNumId w:val="17"/>
  </w:num>
  <w:num w:numId="7">
    <w:abstractNumId w:val="6"/>
  </w:num>
  <w:num w:numId="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</w:num>
  <w:num w:numId="10">
    <w:abstractNumId w:val="8"/>
  </w:num>
  <w:num w:numId="11">
    <w:abstractNumId w:val="11"/>
  </w:num>
  <w:num w:numId="12">
    <w:abstractNumId w:val="16"/>
  </w:num>
  <w:num w:numId="1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</w:num>
  <w:num w:numId="15">
    <w:abstractNumId w:val="1"/>
  </w:num>
  <w:num w:numId="16">
    <w:abstractNumId w:val="5"/>
  </w:num>
  <w:num w:numId="17">
    <w:abstractNumId w:val="2"/>
  </w:num>
  <w:num w:numId="18">
    <w:abstractNumId w:val="15"/>
  </w:num>
  <w:num w:numId="19">
    <w:abstractNumId w:val="4"/>
  </w:num>
  <w:num w:numId="20">
    <w:abstractNumId w:val="9"/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528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6625"/>
  </w:hdrShapeDefaults>
  <w:footnotePr>
    <w:footnote w:id="-1"/>
    <w:footnote w:id="0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4127"/>
    <w:rsid w:val="00001D68"/>
    <w:rsid w:val="00010829"/>
    <w:rsid w:val="0001275C"/>
    <w:rsid w:val="00012C14"/>
    <w:rsid w:val="00013DCD"/>
    <w:rsid w:val="00014F86"/>
    <w:rsid w:val="00016510"/>
    <w:rsid w:val="00021392"/>
    <w:rsid w:val="00023AFA"/>
    <w:rsid w:val="000243CF"/>
    <w:rsid w:val="0002578B"/>
    <w:rsid w:val="0002600F"/>
    <w:rsid w:val="000274E5"/>
    <w:rsid w:val="00030519"/>
    <w:rsid w:val="0003734E"/>
    <w:rsid w:val="000379CE"/>
    <w:rsid w:val="000419C8"/>
    <w:rsid w:val="00042739"/>
    <w:rsid w:val="000459F9"/>
    <w:rsid w:val="00050E66"/>
    <w:rsid w:val="0005138F"/>
    <w:rsid w:val="00052A2E"/>
    <w:rsid w:val="00053B7C"/>
    <w:rsid w:val="00054F00"/>
    <w:rsid w:val="00055C2E"/>
    <w:rsid w:val="00056A7F"/>
    <w:rsid w:val="0005766C"/>
    <w:rsid w:val="00063A41"/>
    <w:rsid w:val="00063E3E"/>
    <w:rsid w:val="00065D04"/>
    <w:rsid w:val="00073A54"/>
    <w:rsid w:val="000755CE"/>
    <w:rsid w:val="000767C3"/>
    <w:rsid w:val="00077C01"/>
    <w:rsid w:val="0008341D"/>
    <w:rsid w:val="00083BFE"/>
    <w:rsid w:val="000841A4"/>
    <w:rsid w:val="00084431"/>
    <w:rsid w:val="00086608"/>
    <w:rsid w:val="00090291"/>
    <w:rsid w:val="000906BD"/>
    <w:rsid w:val="000915EE"/>
    <w:rsid w:val="00092561"/>
    <w:rsid w:val="00093DA2"/>
    <w:rsid w:val="00093E25"/>
    <w:rsid w:val="00094624"/>
    <w:rsid w:val="000973A0"/>
    <w:rsid w:val="00097D04"/>
    <w:rsid w:val="000A1B21"/>
    <w:rsid w:val="000A28BD"/>
    <w:rsid w:val="000A4FD2"/>
    <w:rsid w:val="000A5275"/>
    <w:rsid w:val="000A68F9"/>
    <w:rsid w:val="000A6A56"/>
    <w:rsid w:val="000A7673"/>
    <w:rsid w:val="000B0353"/>
    <w:rsid w:val="000B2BA1"/>
    <w:rsid w:val="000B2E2D"/>
    <w:rsid w:val="000B3709"/>
    <w:rsid w:val="000C04C8"/>
    <w:rsid w:val="000C0F43"/>
    <w:rsid w:val="000C19DE"/>
    <w:rsid w:val="000C1EB8"/>
    <w:rsid w:val="000C2A6E"/>
    <w:rsid w:val="000C4072"/>
    <w:rsid w:val="000C476B"/>
    <w:rsid w:val="000C510B"/>
    <w:rsid w:val="000C5E91"/>
    <w:rsid w:val="000D0653"/>
    <w:rsid w:val="000D1A98"/>
    <w:rsid w:val="000D1B06"/>
    <w:rsid w:val="000D32F1"/>
    <w:rsid w:val="000D5ED7"/>
    <w:rsid w:val="000D6BE2"/>
    <w:rsid w:val="000D74D9"/>
    <w:rsid w:val="000E1535"/>
    <w:rsid w:val="000E2BDB"/>
    <w:rsid w:val="000E3661"/>
    <w:rsid w:val="000E54AF"/>
    <w:rsid w:val="000F084D"/>
    <w:rsid w:val="000F13A9"/>
    <w:rsid w:val="000F17DB"/>
    <w:rsid w:val="00100139"/>
    <w:rsid w:val="00103636"/>
    <w:rsid w:val="00103721"/>
    <w:rsid w:val="00104835"/>
    <w:rsid w:val="00104947"/>
    <w:rsid w:val="001061BC"/>
    <w:rsid w:val="001072F1"/>
    <w:rsid w:val="0011358E"/>
    <w:rsid w:val="001142BA"/>
    <w:rsid w:val="0011472D"/>
    <w:rsid w:val="0011510E"/>
    <w:rsid w:val="0011608E"/>
    <w:rsid w:val="00122C6C"/>
    <w:rsid w:val="001269B9"/>
    <w:rsid w:val="00130570"/>
    <w:rsid w:val="0013087C"/>
    <w:rsid w:val="0013603A"/>
    <w:rsid w:val="001364FA"/>
    <w:rsid w:val="00136C15"/>
    <w:rsid w:val="0013768B"/>
    <w:rsid w:val="00137DA2"/>
    <w:rsid w:val="00142214"/>
    <w:rsid w:val="0014473D"/>
    <w:rsid w:val="00144E86"/>
    <w:rsid w:val="00145644"/>
    <w:rsid w:val="0014683D"/>
    <w:rsid w:val="00152424"/>
    <w:rsid w:val="00153D92"/>
    <w:rsid w:val="00161ED4"/>
    <w:rsid w:val="00164DE0"/>
    <w:rsid w:val="00165E6A"/>
    <w:rsid w:val="00173A72"/>
    <w:rsid w:val="00173EE8"/>
    <w:rsid w:val="00175030"/>
    <w:rsid w:val="00177E18"/>
    <w:rsid w:val="00177FB3"/>
    <w:rsid w:val="00177FB5"/>
    <w:rsid w:val="001818D3"/>
    <w:rsid w:val="001825D5"/>
    <w:rsid w:val="001845E4"/>
    <w:rsid w:val="00184971"/>
    <w:rsid w:val="00190ED1"/>
    <w:rsid w:val="00192E7B"/>
    <w:rsid w:val="001973C6"/>
    <w:rsid w:val="001A11D8"/>
    <w:rsid w:val="001A34A4"/>
    <w:rsid w:val="001A7A0D"/>
    <w:rsid w:val="001B0592"/>
    <w:rsid w:val="001B06AC"/>
    <w:rsid w:val="001B1C24"/>
    <w:rsid w:val="001B4902"/>
    <w:rsid w:val="001B5706"/>
    <w:rsid w:val="001B6174"/>
    <w:rsid w:val="001B7956"/>
    <w:rsid w:val="001C2EEF"/>
    <w:rsid w:val="001C330D"/>
    <w:rsid w:val="001C3537"/>
    <w:rsid w:val="001C45DF"/>
    <w:rsid w:val="001C4C64"/>
    <w:rsid w:val="001C598F"/>
    <w:rsid w:val="001C669D"/>
    <w:rsid w:val="001C6780"/>
    <w:rsid w:val="001C75B0"/>
    <w:rsid w:val="001C7E80"/>
    <w:rsid w:val="001D1D41"/>
    <w:rsid w:val="001D3317"/>
    <w:rsid w:val="001D4779"/>
    <w:rsid w:val="001D47FD"/>
    <w:rsid w:val="001D7423"/>
    <w:rsid w:val="001E38E2"/>
    <w:rsid w:val="001E4141"/>
    <w:rsid w:val="001E4355"/>
    <w:rsid w:val="001E6421"/>
    <w:rsid w:val="001F29FE"/>
    <w:rsid w:val="001F2A4B"/>
    <w:rsid w:val="001F593F"/>
    <w:rsid w:val="001F5D4C"/>
    <w:rsid w:val="001F6079"/>
    <w:rsid w:val="00200072"/>
    <w:rsid w:val="00200360"/>
    <w:rsid w:val="00200470"/>
    <w:rsid w:val="00201EC9"/>
    <w:rsid w:val="00203683"/>
    <w:rsid w:val="00204354"/>
    <w:rsid w:val="00211E26"/>
    <w:rsid w:val="002151F7"/>
    <w:rsid w:val="00216BDD"/>
    <w:rsid w:val="00217872"/>
    <w:rsid w:val="00221BB9"/>
    <w:rsid w:val="00221C47"/>
    <w:rsid w:val="00222C69"/>
    <w:rsid w:val="00224B58"/>
    <w:rsid w:val="00227A85"/>
    <w:rsid w:val="00227A9D"/>
    <w:rsid w:val="00232E7D"/>
    <w:rsid w:val="002334D4"/>
    <w:rsid w:val="0023459D"/>
    <w:rsid w:val="002370BB"/>
    <w:rsid w:val="00237124"/>
    <w:rsid w:val="002405E2"/>
    <w:rsid w:val="00241EC8"/>
    <w:rsid w:val="0024237A"/>
    <w:rsid w:val="00245E5D"/>
    <w:rsid w:val="00246DD1"/>
    <w:rsid w:val="00250E3C"/>
    <w:rsid w:val="00251450"/>
    <w:rsid w:val="00251787"/>
    <w:rsid w:val="002551D5"/>
    <w:rsid w:val="00255976"/>
    <w:rsid w:val="002574D6"/>
    <w:rsid w:val="00262FBB"/>
    <w:rsid w:val="0026454D"/>
    <w:rsid w:val="00264A2F"/>
    <w:rsid w:val="002663F3"/>
    <w:rsid w:val="00266570"/>
    <w:rsid w:val="00266E5E"/>
    <w:rsid w:val="00267501"/>
    <w:rsid w:val="00267BD6"/>
    <w:rsid w:val="00270808"/>
    <w:rsid w:val="002732E0"/>
    <w:rsid w:val="00273332"/>
    <w:rsid w:val="00274830"/>
    <w:rsid w:val="00274D92"/>
    <w:rsid w:val="00280F70"/>
    <w:rsid w:val="00282C21"/>
    <w:rsid w:val="00282CC1"/>
    <w:rsid w:val="00283492"/>
    <w:rsid w:val="002851DB"/>
    <w:rsid w:val="00285860"/>
    <w:rsid w:val="002858C4"/>
    <w:rsid w:val="00290204"/>
    <w:rsid w:val="00290D56"/>
    <w:rsid w:val="0029282D"/>
    <w:rsid w:val="002977E8"/>
    <w:rsid w:val="002A0AEF"/>
    <w:rsid w:val="002A108C"/>
    <w:rsid w:val="002A158B"/>
    <w:rsid w:val="002A1F00"/>
    <w:rsid w:val="002A28BA"/>
    <w:rsid w:val="002A571F"/>
    <w:rsid w:val="002A682D"/>
    <w:rsid w:val="002B0284"/>
    <w:rsid w:val="002B1A01"/>
    <w:rsid w:val="002B26B0"/>
    <w:rsid w:val="002B67B3"/>
    <w:rsid w:val="002B67D1"/>
    <w:rsid w:val="002B6A27"/>
    <w:rsid w:val="002C0B4B"/>
    <w:rsid w:val="002C42B0"/>
    <w:rsid w:val="002C6CD1"/>
    <w:rsid w:val="002D090B"/>
    <w:rsid w:val="002D2EBD"/>
    <w:rsid w:val="002D721D"/>
    <w:rsid w:val="002E08A3"/>
    <w:rsid w:val="002E08AB"/>
    <w:rsid w:val="002E0E5B"/>
    <w:rsid w:val="002E1348"/>
    <w:rsid w:val="002E1C9F"/>
    <w:rsid w:val="002E5D87"/>
    <w:rsid w:val="002E630C"/>
    <w:rsid w:val="002E7327"/>
    <w:rsid w:val="002F111A"/>
    <w:rsid w:val="002F1845"/>
    <w:rsid w:val="002F4784"/>
    <w:rsid w:val="002F7D62"/>
    <w:rsid w:val="00300130"/>
    <w:rsid w:val="00303321"/>
    <w:rsid w:val="003057B9"/>
    <w:rsid w:val="00305825"/>
    <w:rsid w:val="00305AEF"/>
    <w:rsid w:val="00310DE6"/>
    <w:rsid w:val="00310FD9"/>
    <w:rsid w:val="00312F4D"/>
    <w:rsid w:val="0031477C"/>
    <w:rsid w:val="00314D77"/>
    <w:rsid w:val="00316326"/>
    <w:rsid w:val="00317311"/>
    <w:rsid w:val="00322529"/>
    <w:rsid w:val="003268B6"/>
    <w:rsid w:val="00330401"/>
    <w:rsid w:val="00331D1F"/>
    <w:rsid w:val="00331DDA"/>
    <w:rsid w:val="00332B0E"/>
    <w:rsid w:val="00333420"/>
    <w:rsid w:val="003339C0"/>
    <w:rsid w:val="00334800"/>
    <w:rsid w:val="00335552"/>
    <w:rsid w:val="00336F4F"/>
    <w:rsid w:val="00341016"/>
    <w:rsid w:val="00341665"/>
    <w:rsid w:val="0034237A"/>
    <w:rsid w:val="003448AB"/>
    <w:rsid w:val="003474A2"/>
    <w:rsid w:val="003529B9"/>
    <w:rsid w:val="00355186"/>
    <w:rsid w:val="00360E46"/>
    <w:rsid w:val="00362773"/>
    <w:rsid w:val="00362F06"/>
    <w:rsid w:val="0036697F"/>
    <w:rsid w:val="003674A8"/>
    <w:rsid w:val="003711F3"/>
    <w:rsid w:val="003719B5"/>
    <w:rsid w:val="003733CC"/>
    <w:rsid w:val="0037406F"/>
    <w:rsid w:val="00375956"/>
    <w:rsid w:val="003766EC"/>
    <w:rsid w:val="003775B0"/>
    <w:rsid w:val="00377967"/>
    <w:rsid w:val="003803A6"/>
    <w:rsid w:val="00380CCC"/>
    <w:rsid w:val="00380D74"/>
    <w:rsid w:val="00381EA1"/>
    <w:rsid w:val="00382127"/>
    <w:rsid w:val="00382817"/>
    <w:rsid w:val="003855E4"/>
    <w:rsid w:val="00385BFD"/>
    <w:rsid w:val="00387E1C"/>
    <w:rsid w:val="003934EB"/>
    <w:rsid w:val="00396AA7"/>
    <w:rsid w:val="00397338"/>
    <w:rsid w:val="003A2538"/>
    <w:rsid w:val="003A4531"/>
    <w:rsid w:val="003B009D"/>
    <w:rsid w:val="003B1CF8"/>
    <w:rsid w:val="003B37DC"/>
    <w:rsid w:val="003B59AF"/>
    <w:rsid w:val="003B669B"/>
    <w:rsid w:val="003B72AA"/>
    <w:rsid w:val="003C2CBE"/>
    <w:rsid w:val="003C553A"/>
    <w:rsid w:val="003D00E2"/>
    <w:rsid w:val="003D1F11"/>
    <w:rsid w:val="003D3881"/>
    <w:rsid w:val="003D4E7F"/>
    <w:rsid w:val="003D694F"/>
    <w:rsid w:val="003E00D8"/>
    <w:rsid w:val="003E0707"/>
    <w:rsid w:val="003E11B7"/>
    <w:rsid w:val="003E51EE"/>
    <w:rsid w:val="003E5D25"/>
    <w:rsid w:val="003E658F"/>
    <w:rsid w:val="003F28C6"/>
    <w:rsid w:val="003F3D23"/>
    <w:rsid w:val="003F4B43"/>
    <w:rsid w:val="003F5E26"/>
    <w:rsid w:val="00402301"/>
    <w:rsid w:val="00402DA7"/>
    <w:rsid w:val="00404323"/>
    <w:rsid w:val="004056D8"/>
    <w:rsid w:val="00407B64"/>
    <w:rsid w:val="004108F1"/>
    <w:rsid w:val="00412301"/>
    <w:rsid w:val="00413112"/>
    <w:rsid w:val="0042290E"/>
    <w:rsid w:val="00425EF5"/>
    <w:rsid w:val="004269C7"/>
    <w:rsid w:val="00427519"/>
    <w:rsid w:val="00430E4C"/>
    <w:rsid w:val="00432A26"/>
    <w:rsid w:val="00434412"/>
    <w:rsid w:val="00434682"/>
    <w:rsid w:val="004359A0"/>
    <w:rsid w:val="004370EB"/>
    <w:rsid w:val="004378EC"/>
    <w:rsid w:val="00441003"/>
    <w:rsid w:val="00441B0C"/>
    <w:rsid w:val="0044331C"/>
    <w:rsid w:val="004465DD"/>
    <w:rsid w:val="004534BB"/>
    <w:rsid w:val="0045558B"/>
    <w:rsid w:val="00455FF9"/>
    <w:rsid w:val="0045683C"/>
    <w:rsid w:val="00461DCC"/>
    <w:rsid w:val="00462150"/>
    <w:rsid w:val="00462DA3"/>
    <w:rsid w:val="004661A3"/>
    <w:rsid w:val="0046745B"/>
    <w:rsid w:val="00472D92"/>
    <w:rsid w:val="00474DE0"/>
    <w:rsid w:val="0048325D"/>
    <w:rsid w:val="004855D6"/>
    <w:rsid w:val="00486375"/>
    <w:rsid w:val="00487AF4"/>
    <w:rsid w:val="00490DFC"/>
    <w:rsid w:val="004939BE"/>
    <w:rsid w:val="00496B03"/>
    <w:rsid w:val="004A27DE"/>
    <w:rsid w:val="004A32B6"/>
    <w:rsid w:val="004A450C"/>
    <w:rsid w:val="004A4FD9"/>
    <w:rsid w:val="004A754B"/>
    <w:rsid w:val="004B2C0A"/>
    <w:rsid w:val="004B2E55"/>
    <w:rsid w:val="004B40DC"/>
    <w:rsid w:val="004C49ED"/>
    <w:rsid w:val="004C5E14"/>
    <w:rsid w:val="004C7C84"/>
    <w:rsid w:val="004D0EF1"/>
    <w:rsid w:val="004D1F62"/>
    <w:rsid w:val="004D3732"/>
    <w:rsid w:val="004D4658"/>
    <w:rsid w:val="004D6FD5"/>
    <w:rsid w:val="004D73D3"/>
    <w:rsid w:val="004E0A64"/>
    <w:rsid w:val="004E0D91"/>
    <w:rsid w:val="004E6A3B"/>
    <w:rsid w:val="004E6B7E"/>
    <w:rsid w:val="004E7F00"/>
    <w:rsid w:val="004F16A8"/>
    <w:rsid w:val="004F2132"/>
    <w:rsid w:val="004F2D2C"/>
    <w:rsid w:val="004F422C"/>
    <w:rsid w:val="004F68F6"/>
    <w:rsid w:val="004F6FFA"/>
    <w:rsid w:val="00501683"/>
    <w:rsid w:val="00501BD9"/>
    <w:rsid w:val="005028BD"/>
    <w:rsid w:val="00502B6B"/>
    <w:rsid w:val="00503ED6"/>
    <w:rsid w:val="00505218"/>
    <w:rsid w:val="005071C9"/>
    <w:rsid w:val="00513AAD"/>
    <w:rsid w:val="005143DD"/>
    <w:rsid w:val="00515906"/>
    <w:rsid w:val="00515918"/>
    <w:rsid w:val="00516793"/>
    <w:rsid w:val="00517D92"/>
    <w:rsid w:val="005221AE"/>
    <w:rsid w:val="00524026"/>
    <w:rsid w:val="0052699A"/>
    <w:rsid w:val="005273C9"/>
    <w:rsid w:val="00531E9F"/>
    <w:rsid w:val="00532527"/>
    <w:rsid w:val="00534DED"/>
    <w:rsid w:val="00541CD1"/>
    <w:rsid w:val="00541CF9"/>
    <w:rsid w:val="00542037"/>
    <w:rsid w:val="00543129"/>
    <w:rsid w:val="00544421"/>
    <w:rsid w:val="0054448D"/>
    <w:rsid w:val="00547FD9"/>
    <w:rsid w:val="005507CF"/>
    <w:rsid w:val="00551423"/>
    <w:rsid w:val="0055170E"/>
    <w:rsid w:val="00552E34"/>
    <w:rsid w:val="00552EC7"/>
    <w:rsid w:val="00553A7C"/>
    <w:rsid w:val="005540C5"/>
    <w:rsid w:val="00556A8A"/>
    <w:rsid w:val="005627C0"/>
    <w:rsid w:val="00567A91"/>
    <w:rsid w:val="005722C1"/>
    <w:rsid w:val="00572EE1"/>
    <w:rsid w:val="00573105"/>
    <w:rsid w:val="0057480E"/>
    <w:rsid w:val="005778EB"/>
    <w:rsid w:val="00577F83"/>
    <w:rsid w:val="00580696"/>
    <w:rsid w:val="00580718"/>
    <w:rsid w:val="0058321F"/>
    <w:rsid w:val="00584062"/>
    <w:rsid w:val="00585DF8"/>
    <w:rsid w:val="00587A20"/>
    <w:rsid w:val="00590CF2"/>
    <w:rsid w:val="005923C7"/>
    <w:rsid w:val="005958B2"/>
    <w:rsid w:val="005965DE"/>
    <w:rsid w:val="00596B9C"/>
    <w:rsid w:val="005A4F8A"/>
    <w:rsid w:val="005B007D"/>
    <w:rsid w:val="005B1C22"/>
    <w:rsid w:val="005B24C1"/>
    <w:rsid w:val="005B2C69"/>
    <w:rsid w:val="005B581D"/>
    <w:rsid w:val="005B60F9"/>
    <w:rsid w:val="005C07B4"/>
    <w:rsid w:val="005C07B9"/>
    <w:rsid w:val="005C4B3C"/>
    <w:rsid w:val="005D0000"/>
    <w:rsid w:val="005D1A57"/>
    <w:rsid w:val="005D1B80"/>
    <w:rsid w:val="005E59E0"/>
    <w:rsid w:val="005E5DFF"/>
    <w:rsid w:val="005E613F"/>
    <w:rsid w:val="005E6CEA"/>
    <w:rsid w:val="005F2919"/>
    <w:rsid w:val="005F45A2"/>
    <w:rsid w:val="005F4FF3"/>
    <w:rsid w:val="005F59BC"/>
    <w:rsid w:val="005F5D0E"/>
    <w:rsid w:val="005F6988"/>
    <w:rsid w:val="006000AE"/>
    <w:rsid w:val="0060047E"/>
    <w:rsid w:val="006005FD"/>
    <w:rsid w:val="00602994"/>
    <w:rsid w:val="0060428B"/>
    <w:rsid w:val="006054C9"/>
    <w:rsid w:val="00605F26"/>
    <w:rsid w:val="006069AE"/>
    <w:rsid w:val="00606B90"/>
    <w:rsid w:val="00606F9B"/>
    <w:rsid w:val="006114EF"/>
    <w:rsid w:val="0061396D"/>
    <w:rsid w:val="00613B04"/>
    <w:rsid w:val="00614192"/>
    <w:rsid w:val="00616FFB"/>
    <w:rsid w:val="006204D1"/>
    <w:rsid w:val="00620DB5"/>
    <w:rsid w:val="00621FC5"/>
    <w:rsid w:val="00622B3E"/>
    <w:rsid w:val="00623821"/>
    <w:rsid w:val="006247C7"/>
    <w:rsid w:val="00626D4C"/>
    <w:rsid w:val="006271DB"/>
    <w:rsid w:val="00630B70"/>
    <w:rsid w:val="0063245A"/>
    <w:rsid w:val="00640AD2"/>
    <w:rsid w:val="00650EBD"/>
    <w:rsid w:val="00653E01"/>
    <w:rsid w:val="006571EF"/>
    <w:rsid w:val="00657BE4"/>
    <w:rsid w:val="00666F42"/>
    <w:rsid w:val="00667D30"/>
    <w:rsid w:val="006707BD"/>
    <w:rsid w:val="0067167B"/>
    <w:rsid w:val="00672DAA"/>
    <w:rsid w:val="00673402"/>
    <w:rsid w:val="006738AB"/>
    <w:rsid w:val="00682AAE"/>
    <w:rsid w:val="00683E39"/>
    <w:rsid w:val="00684D28"/>
    <w:rsid w:val="00685893"/>
    <w:rsid w:val="00686ECB"/>
    <w:rsid w:val="00691F1F"/>
    <w:rsid w:val="006928CF"/>
    <w:rsid w:val="00694FE6"/>
    <w:rsid w:val="006955CB"/>
    <w:rsid w:val="006959C9"/>
    <w:rsid w:val="006A00B3"/>
    <w:rsid w:val="006A01E2"/>
    <w:rsid w:val="006A0CE7"/>
    <w:rsid w:val="006A2577"/>
    <w:rsid w:val="006A32DD"/>
    <w:rsid w:val="006A3B1C"/>
    <w:rsid w:val="006A6E9D"/>
    <w:rsid w:val="006B132E"/>
    <w:rsid w:val="006B433A"/>
    <w:rsid w:val="006B68C0"/>
    <w:rsid w:val="006B78D3"/>
    <w:rsid w:val="006C1030"/>
    <w:rsid w:val="006C4D68"/>
    <w:rsid w:val="006C5DBB"/>
    <w:rsid w:val="006C63C9"/>
    <w:rsid w:val="006C63CB"/>
    <w:rsid w:val="006C795A"/>
    <w:rsid w:val="006C7E7A"/>
    <w:rsid w:val="006D0A34"/>
    <w:rsid w:val="006D39FB"/>
    <w:rsid w:val="006D5B87"/>
    <w:rsid w:val="006E0688"/>
    <w:rsid w:val="006E11CD"/>
    <w:rsid w:val="006E3A5A"/>
    <w:rsid w:val="006E4D61"/>
    <w:rsid w:val="006E5854"/>
    <w:rsid w:val="006E5B4D"/>
    <w:rsid w:val="006F1568"/>
    <w:rsid w:val="006F1A02"/>
    <w:rsid w:val="006F4485"/>
    <w:rsid w:val="006F55D7"/>
    <w:rsid w:val="006F694A"/>
    <w:rsid w:val="006F741B"/>
    <w:rsid w:val="006F7FEF"/>
    <w:rsid w:val="007011BD"/>
    <w:rsid w:val="00701213"/>
    <w:rsid w:val="0070175B"/>
    <w:rsid w:val="00702E5C"/>
    <w:rsid w:val="00704960"/>
    <w:rsid w:val="0070536A"/>
    <w:rsid w:val="00705CE3"/>
    <w:rsid w:val="007062F4"/>
    <w:rsid w:val="00707F72"/>
    <w:rsid w:val="00711D59"/>
    <w:rsid w:val="0071213D"/>
    <w:rsid w:val="007121A9"/>
    <w:rsid w:val="0071242B"/>
    <w:rsid w:val="007127D1"/>
    <w:rsid w:val="007127D6"/>
    <w:rsid w:val="00713C45"/>
    <w:rsid w:val="0071588A"/>
    <w:rsid w:val="00715AEF"/>
    <w:rsid w:val="007173E9"/>
    <w:rsid w:val="00720FAA"/>
    <w:rsid w:val="00721F65"/>
    <w:rsid w:val="00724052"/>
    <w:rsid w:val="00724E6D"/>
    <w:rsid w:val="007269E0"/>
    <w:rsid w:val="00732146"/>
    <w:rsid w:val="00732839"/>
    <w:rsid w:val="00733F99"/>
    <w:rsid w:val="00735D82"/>
    <w:rsid w:val="007364E7"/>
    <w:rsid w:val="0074187F"/>
    <w:rsid w:val="00742C7E"/>
    <w:rsid w:val="0074412F"/>
    <w:rsid w:val="0074421A"/>
    <w:rsid w:val="00747F43"/>
    <w:rsid w:val="00750A9A"/>
    <w:rsid w:val="00754410"/>
    <w:rsid w:val="007578B9"/>
    <w:rsid w:val="007578E8"/>
    <w:rsid w:val="00761B22"/>
    <w:rsid w:val="0076384A"/>
    <w:rsid w:val="00766556"/>
    <w:rsid w:val="007679AC"/>
    <w:rsid w:val="00770409"/>
    <w:rsid w:val="007707D9"/>
    <w:rsid w:val="007715F0"/>
    <w:rsid w:val="007754DF"/>
    <w:rsid w:val="007759C0"/>
    <w:rsid w:val="007771BE"/>
    <w:rsid w:val="00781734"/>
    <w:rsid w:val="00784186"/>
    <w:rsid w:val="00785683"/>
    <w:rsid w:val="00786D98"/>
    <w:rsid w:val="00790A9E"/>
    <w:rsid w:val="00791937"/>
    <w:rsid w:val="00791A5D"/>
    <w:rsid w:val="00792EF5"/>
    <w:rsid w:val="007932D8"/>
    <w:rsid w:val="00794833"/>
    <w:rsid w:val="00794A07"/>
    <w:rsid w:val="007A26C4"/>
    <w:rsid w:val="007A2FB4"/>
    <w:rsid w:val="007A527D"/>
    <w:rsid w:val="007A5D5D"/>
    <w:rsid w:val="007A770E"/>
    <w:rsid w:val="007B1EB9"/>
    <w:rsid w:val="007B4DB1"/>
    <w:rsid w:val="007B68EF"/>
    <w:rsid w:val="007B6D2E"/>
    <w:rsid w:val="007C767B"/>
    <w:rsid w:val="007C79D4"/>
    <w:rsid w:val="007D1F56"/>
    <w:rsid w:val="007D3121"/>
    <w:rsid w:val="007D31CE"/>
    <w:rsid w:val="007D4030"/>
    <w:rsid w:val="007D46E4"/>
    <w:rsid w:val="007D6AFB"/>
    <w:rsid w:val="007D7C7C"/>
    <w:rsid w:val="007D7F4A"/>
    <w:rsid w:val="007E031D"/>
    <w:rsid w:val="007E45D2"/>
    <w:rsid w:val="007E5DC6"/>
    <w:rsid w:val="007F047A"/>
    <w:rsid w:val="007F1189"/>
    <w:rsid w:val="007F1A2E"/>
    <w:rsid w:val="007F54E8"/>
    <w:rsid w:val="007F6BB7"/>
    <w:rsid w:val="0080057A"/>
    <w:rsid w:val="00800DB0"/>
    <w:rsid w:val="00801BA6"/>
    <w:rsid w:val="00802BAE"/>
    <w:rsid w:val="00802C4B"/>
    <w:rsid w:val="00802C61"/>
    <w:rsid w:val="00804127"/>
    <w:rsid w:val="008046FF"/>
    <w:rsid w:val="008049A1"/>
    <w:rsid w:val="00806E9E"/>
    <w:rsid w:val="00807B59"/>
    <w:rsid w:val="00813522"/>
    <w:rsid w:val="008137F6"/>
    <w:rsid w:val="00814701"/>
    <w:rsid w:val="00815DF3"/>
    <w:rsid w:val="0081784D"/>
    <w:rsid w:val="00817B77"/>
    <w:rsid w:val="00817EA8"/>
    <w:rsid w:val="008213AF"/>
    <w:rsid w:val="0082328B"/>
    <w:rsid w:val="00824F77"/>
    <w:rsid w:val="0082559A"/>
    <w:rsid w:val="00825698"/>
    <w:rsid w:val="00826515"/>
    <w:rsid w:val="008279F3"/>
    <w:rsid w:val="00832B43"/>
    <w:rsid w:val="00832CAF"/>
    <w:rsid w:val="00832FAD"/>
    <w:rsid w:val="00834C12"/>
    <w:rsid w:val="00836622"/>
    <w:rsid w:val="00837056"/>
    <w:rsid w:val="00837629"/>
    <w:rsid w:val="00843F45"/>
    <w:rsid w:val="0084442B"/>
    <w:rsid w:val="0084507F"/>
    <w:rsid w:val="008457B3"/>
    <w:rsid w:val="00846B2F"/>
    <w:rsid w:val="008472F5"/>
    <w:rsid w:val="00847C6B"/>
    <w:rsid w:val="008507E9"/>
    <w:rsid w:val="00852044"/>
    <w:rsid w:val="00853394"/>
    <w:rsid w:val="00854BDA"/>
    <w:rsid w:val="00854ED7"/>
    <w:rsid w:val="0085740D"/>
    <w:rsid w:val="0086213D"/>
    <w:rsid w:val="0086606D"/>
    <w:rsid w:val="0086760B"/>
    <w:rsid w:val="008702F0"/>
    <w:rsid w:val="00871AC3"/>
    <w:rsid w:val="008743D8"/>
    <w:rsid w:val="008767BF"/>
    <w:rsid w:val="0088052F"/>
    <w:rsid w:val="008820BD"/>
    <w:rsid w:val="00883FA0"/>
    <w:rsid w:val="008864DE"/>
    <w:rsid w:val="00894D3A"/>
    <w:rsid w:val="00897ECE"/>
    <w:rsid w:val="008A2A74"/>
    <w:rsid w:val="008B1CBE"/>
    <w:rsid w:val="008B2990"/>
    <w:rsid w:val="008B3B21"/>
    <w:rsid w:val="008B3FE0"/>
    <w:rsid w:val="008B5B03"/>
    <w:rsid w:val="008B6297"/>
    <w:rsid w:val="008B6640"/>
    <w:rsid w:val="008C250E"/>
    <w:rsid w:val="008C352C"/>
    <w:rsid w:val="008C35F3"/>
    <w:rsid w:val="008C46AA"/>
    <w:rsid w:val="008C4A43"/>
    <w:rsid w:val="008C6253"/>
    <w:rsid w:val="008C6530"/>
    <w:rsid w:val="008D0842"/>
    <w:rsid w:val="008D162B"/>
    <w:rsid w:val="008D16EC"/>
    <w:rsid w:val="008D1F0A"/>
    <w:rsid w:val="008D2BDB"/>
    <w:rsid w:val="008D479E"/>
    <w:rsid w:val="008D5E51"/>
    <w:rsid w:val="008D5F67"/>
    <w:rsid w:val="008D695B"/>
    <w:rsid w:val="008D7F24"/>
    <w:rsid w:val="008E04C9"/>
    <w:rsid w:val="008E0C80"/>
    <w:rsid w:val="008E373C"/>
    <w:rsid w:val="008E4BA5"/>
    <w:rsid w:val="008E60C0"/>
    <w:rsid w:val="008E7E00"/>
    <w:rsid w:val="008F108A"/>
    <w:rsid w:val="008F6D39"/>
    <w:rsid w:val="008F7364"/>
    <w:rsid w:val="00900DD3"/>
    <w:rsid w:val="00901A09"/>
    <w:rsid w:val="00903E91"/>
    <w:rsid w:val="0090471F"/>
    <w:rsid w:val="00907745"/>
    <w:rsid w:val="009128F0"/>
    <w:rsid w:val="00913A54"/>
    <w:rsid w:val="00916F35"/>
    <w:rsid w:val="00917F28"/>
    <w:rsid w:val="0092091F"/>
    <w:rsid w:val="009231A9"/>
    <w:rsid w:val="009255DE"/>
    <w:rsid w:val="0092747E"/>
    <w:rsid w:val="00927544"/>
    <w:rsid w:val="0092764A"/>
    <w:rsid w:val="009301A0"/>
    <w:rsid w:val="0093082B"/>
    <w:rsid w:val="009331D4"/>
    <w:rsid w:val="00934DC9"/>
    <w:rsid w:val="0093709C"/>
    <w:rsid w:val="00937828"/>
    <w:rsid w:val="00937B30"/>
    <w:rsid w:val="00937E1E"/>
    <w:rsid w:val="00940531"/>
    <w:rsid w:val="00941D39"/>
    <w:rsid w:val="00942135"/>
    <w:rsid w:val="00942F38"/>
    <w:rsid w:val="00945F7B"/>
    <w:rsid w:val="00950064"/>
    <w:rsid w:val="009537DB"/>
    <w:rsid w:val="009563E6"/>
    <w:rsid w:val="00961AFC"/>
    <w:rsid w:val="00963F89"/>
    <w:rsid w:val="009653F2"/>
    <w:rsid w:val="00970E92"/>
    <w:rsid w:val="009711F7"/>
    <w:rsid w:val="00971319"/>
    <w:rsid w:val="009719EF"/>
    <w:rsid w:val="00972826"/>
    <w:rsid w:val="00972A07"/>
    <w:rsid w:val="00972F1D"/>
    <w:rsid w:val="009731C9"/>
    <w:rsid w:val="009757B0"/>
    <w:rsid w:val="00976971"/>
    <w:rsid w:val="009800F4"/>
    <w:rsid w:val="00980D70"/>
    <w:rsid w:val="00985361"/>
    <w:rsid w:val="00985EC7"/>
    <w:rsid w:val="009906B7"/>
    <w:rsid w:val="0099164D"/>
    <w:rsid w:val="00992802"/>
    <w:rsid w:val="00994D2C"/>
    <w:rsid w:val="00997019"/>
    <w:rsid w:val="009A0869"/>
    <w:rsid w:val="009A088B"/>
    <w:rsid w:val="009A3DEF"/>
    <w:rsid w:val="009A454A"/>
    <w:rsid w:val="009A4DD0"/>
    <w:rsid w:val="009A5161"/>
    <w:rsid w:val="009A5847"/>
    <w:rsid w:val="009B1BA5"/>
    <w:rsid w:val="009B245B"/>
    <w:rsid w:val="009B2DA8"/>
    <w:rsid w:val="009B4459"/>
    <w:rsid w:val="009B5B72"/>
    <w:rsid w:val="009B5EFF"/>
    <w:rsid w:val="009B688B"/>
    <w:rsid w:val="009B74AB"/>
    <w:rsid w:val="009B7B2F"/>
    <w:rsid w:val="009C2A1A"/>
    <w:rsid w:val="009C2A35"/>
    <w:rsid w:val="009D1D76"/>
    <w:rsid w:val="009D3E73"/>
    <w:rsid w:val="009D3F4F"/>
    <w:rsid w:val="009D4635"/>
    <w:rsid w:val="009D5981"/>
    <w:rsid w:val="009D5B3E"/>
    <w:rsid w:val="009D7693"/>
    <w:rsid w:val="009D7D33"/>
    <w:rsid w:val="009E4CB7"/>
    <w:rsid w:val="009E6CE4"/>
    <w:rsid w:val="009E730F"/>
    <w:rsid w:val="009F0B38"/>
    <w:rsid w:val="009F1D5F"/>
    <w:rsid w:val="009F25B6"/>
    <w:rsid w:val="009F4977"/>
    <w:rsid w:val="009F50F4"/>
    <w:rsid w:val="009F559F"/>
    <w:rsid w:val="009F5C08"/>
    <w:rsid w:val="00A01AAF"/>
    <w:rsid w:val="00A04AEC"/>
    <w:rsid w:val="00A05515"/>
    <w:rsid w:val="00A131C3"/>
    <w:rsid w:val="00A1608F"/>
    <w:rsid w:val="00A16548"/>
    <w:rsid w:val="00A24302"/>
    <w:rsid w:val="00A24F23"/>
    <w:rsid w:val="00A26375"/>
    <w:rsid w:val="00A2697F"/>
    <w:rsid w:val="00A26A57"/>
    <w:rsid w:val="00A3032A"/>
    <w:rsid w:val="00A36218"/>
    <w:rsid w:val="00A36C1B"/>
    <w:rsid w:val="00A40127"/>
    <w:rsid w:val="00A40333"/>
    <w:rsid w:val="00A403A2"/>
    <w:rsid w:val="00A403BF"/>
    <w:rsid w:val="00A448D9"/>
    <w:rsid w:val="00A44AF8"/>
    <w:rsid w:val="00A44D35"/>
    <w:rsid w:val="00A45B8C"/>
    <w:rsid w:val="00A45E45"/>
    <w:rsid w:val="00A469BE"/>
    <w:rsid w:val="00A50C2B"/>
    <w:rsid w:val="00A525A6"/>
    <w:rsid w:val="00A53804"/>
    <w:rsid w:val="00A53D93"/>
    <w:rsid w:val="00A5511B"/>
    <w:rsid w:val="00A56CCC"/>
    <w:rsid w:val="00A57AEE"/>
    <w:rsid w:val="00A6243F"/>
    <w:rsid w:val="00A6414B"/>
    <w:rsid w:val="00A64D54"/>
    <w:rsid w:val="00A678B4"/>
    <w:rsid w:val="00A703C8"/>
    <w:rsid w:val="00A71C8F"/>
    <w:rsid w:val="00A72894"/>
    <w:rsid w:val="00A7386C"/>
    <w:rsid w:val="00A73BA0"/>
    <w:rsid w:val="00A75356"/>
    <w:rsid w:val="00A81CDA"/>
    <w:rsid w:val="00A82B28"/>
    <w:rsid w:val="00A83143"/>
    <w:rsid w:val="00A83FD6"/>
    <w:rsid w:val="00A848BE"/>
    <w:rsid w:val="00A84F02"/>
    <w:rsid w:val="00A850A1"/>
    <w:rsid w:val="00A861B7"/>
    <w:rsid w:val="00A87E62"/>
    <w:rsid w:val="00A94BC2"/>
    <w:rsid w:val="00A94EB0"/>
    <w:rsid w:val="00A953C5"/>
    <w:rsid w:val="00A972EB"/>
    <w:rsid w:val="00A97636"/>
    <w:rsid w:val="00A97EC2"/>
    <w:rsid w:val="00AA0C47"/>
    <w:rsid w:val="00AA20B7"/>
    <w:rsid w:val="00AA50F2"/>
    <w:rsid w:val="00AA7D3D"/>
    <w:rsid w:val="00AB2A4B"/>
    <w:rsid w:val="00AB5BDE"/>
    <w:rsid w:val="00AB718D"/>
    <w:rsid w:val="00AB7365"/>
    <w:rsid w:val="00AC7A5C"/>
    <w:rsid w:val="00AD0228"/>
    <w:rsid w:val="00AD0EF5"/>
    <w:rsid w:val="00AD397A"/>
    <w:rsid w:val="00AD414F"/>
    <w:rsid w:val="00AD6661"/>
    <w:rsid w:val="00AD6894"/>
    <w:rsid w:val="00AD70BC"/>
    <w:rsid w:val="00AD70EE"/>
    <w:rsid w:val="00AD7A05"/>
    <w:rsid w:val="00AE0475"/>
    <w:rsid w:val="00AE0D4C"/>
    <w:rsid w:val="00AE14EC"/>
    <w:rsid w:val="00AE26B2"/>
    <w:rsid w:val="00AE2E68"/>
    <w:rsid w:val="00AE3CFA"/>
    <w:rsid w:val="00AE51A8"/>
    <w:rsid w:val="00AE5CB8"/>
    <w:rsid w:val="00AE757F"/>
    <w:rsid w:val="00AF264D"/>
    <w:rsid w:val="00AF4BCE"/>
    <w:rsid w:val="00B00699"/>
    <w:rsid w:val="00B03346"/>
    <w:rsid w:val="00B04368"/>
    <w:rsid w:val="00B0638C"/>
    <w:rsid w:val="00B11521"/>
    <w:rsid w:val="00B12C1D"/>
    <w:rsid w:val="00B136A5"/>
    <w:rsid w:val="00B13FB3"/>
    <w:rsid w:val="00B14959"/>
    <w:rsid w:val="00B14D56"/>
    <w:rsid w:val="00B15A60"/>
    <w:rsid w:val="00B22AED"/>
    <w:rsid w:val="00B2381F"/>
    <w:rsid w:val="00B25462"/>
    <w:rsid w:val="00B262CA"/>
    <w:rsid w:val="00B262DE"/>
    <w:rsid w:val="00B31815"/>
    <w:rsid w:val="00B31937"/>
    <w:rsid w:val="00B33796"/>
    <w:rsid w:val="00B355E6"/>
    <w:rsid w:val="00B36344"/>
    <w:rsid w:val="00B41589"/>
    <w:rsid w:val="00B44FE0"/>
    <w:rsid w:val="00B45202"/>
    <w:rsid w:val="00B51224"/>
    <w:rsid w:val="00B529DB"/>
    <w:rsid w:val="00B52F57"/>
    <w:rsid w:val="00B545C9"/>
    <w:rsid w:val="00B5521D"/>
    <w:rsid w:val="00B55B6C"/>
    <w:rsid w:val="00B55C7A"/>
    <w:rsid w:val="00B60027"/>
    <w:rsid w:val="00B70966"/>
    <w:rsid w:val="00B711F4"/>
    <w:rsid w:val="00B765BB"/>
    <w:rsid w:val="00B779C9"/>
    <w:rsid w:val="00B81638"/>
    <w:rsid w:val="00B834DC"/>
    <w:rsid w:val="00B83D82"/>
    <w:rsid w:val="00B85745"/>
    <w:rsid w:val="00B8594D"/>
    <w:rsid w:val="00B8621C"/>
    <w:rsid w:val="00B8669E"/>
    <w:rsid w:val="00B90127"/>
    <w:rsid w:val="00B921E9"/>
    <w:rsid w:val="00B9585A"/>
    <w:rsid w:val="00B95BE9"/>
    <w:rsid w:val="00B96065"/>
    <w:rsid w:val="00BA10A5"/>
    <w:rsid w:val="00BA3ECC"/>
    <w:rsid w:val="00BB0B12"/>
    <w:rsid w:val="00BB1CAA"/>
    <w:rsid w:val="00BB1CE5"/>
    <w:rsid w:val="00BB3181"/>
    <w:rsid w:val="00BB4FFA"/>
    <w:rsid w:val="00BC0540"/>
    <w:rsid w:val="00BC06B5"/>
    <w:rsid w:val="00BC1A55"/>
    <w:rsid w:val="00BC2130"/>
    <w:rsid w:val="00BC27CF"/>
    <w:rsid w:val="00BC7714"/>
    <w:rsid w:val="00BD2BF6"/>
    <w:rsid w:val="00BD2E3A"/>
    <w:rsid w:val="00BD4E8B"/>
    <w:rsid w:val="00BD7F0C"/>
    <w:rsid w:val="00BE1515"/>
    <w:rsid w:val="00BE6536"/>
    <w:rsid w:val="00BE6BE8"/>
    <w:rsid w:val="00BF01A2"/>
    <w:rsid w:val="00BF12C2"/>
    <w:rsid w:val="00BF1564"/>
    <w:rsid w:val="00BF2C38"/>
    <w:rsid w:val="00BF496B"/>
    <w:rsid w:val="00BF5C21"/>
    <w:rsid w:val="00BF6794"/>
    <w:rsid w:val="00C00055"/>
    <w:rsid w:val="00C00BEE"/>
    <w:rsid w:val="00C0338E"/>
    <w:rsid w:val="00C03A03"/>
    <w:rsid w:val="00C04DF1"/>
    <w:rsid w:val="00C0629E"/>
    <w:rsid w:val="00C1365C"/>
    <w:rsid w:val="00C1375C"/>
    <w:rsid w:val="00C13B7E"/>
    <w:rsid w:val="00C1435E"/>
    <w:rsid w:val="00C14B47"/>
    <w:rsid w:val="00C15178"/>
    <w:rsid w:val="00C17421"/>
    <w:rsid w:val="00C227E4"/>
    <w:rsid w:val="00C22968"/>
    <w:rsid w:val="00C22F83"/>
    <w:rsid w:val="00C237B0"/>
    <w:rsid w:val="00C24ADB"/>
    <w:rsid w:val="00C25983"/>
    <w:rsid w:val="00C26155"/>
    <w:rsid w:val="00C2657E"/>
    <w:rsid w:val="00C30604"/>
    <w:rsid w:val="00C31371"/>
    <w:rsid w:val="00C31CA2"/>
    <w:rsid w:val="00C32211"/>
    <w:rsid w:val="00C33630"/>
    <w:rsid w:val="00C336B6"/>
    <w:rsid w:val="00C35A82"/>
    <w:rsid w:val="00C370A1"/>
    <w:rsid w:val="00C406A4"/>
    <w:rsid w:val="00C4152F"/>
    <w:rsid w:val="00C43AC6"/>
    <w:rsid w:val="00C43F8D"/>
    <w:rsid w:val="00C4415B"/>
    <w:rsid w:val="00C4488D"/>
    <w:rsid w:val="00C465CE"/>
    <w:rsid w:val="00C46942"/>
    <w:rsid w:val="00C46D8D"/>
    <w:rsid w:val="00C4738E"/>
    <w:rsid w:val="00C51549"/>
    <w:rsid w:val="00C521EE"/>
    <w:rsid w:val="00C5390F"/>
    <w:rsid w:val="00C56C92"/>
    <w:rsid w:val="00C5713C"/>
    <w:rsid w:val="00C57EE3"/>
    <w:rsid w:val="00C60DAE"/>
    <w:rsid w:val="00C63840"/>
    <w:rsid w:val="00C653DA"/>
    <w:rsid w:val="00C6626F"/>
    <w:rsid w:val="00C71371"/>
    <w:rsid w:val="00C7454B"/>
    <w:rsid w:val="00C75749"/>
    <w:rsid w:val="00C772CC"/>
    <w:rsid w:val="00C82661"/>
    <w:rsid w:val="00C82C9C"/>
    <w:rsid w:val="00C858B1"/>
    <w:rsid w:val="00C872DD"/>
    <w:rsid w:val="00C90F32"/>
    <w:rsid w:val="00C91F4F"/>
    <w:rsid w:val="00CA08BF"/>
    <w:rsid w:val="00CA1021"/>
    <w:rsid w:val="00CA5DF7"/>
    <w:rsid w:val="00CA649D"/>
    <w:rsid w:val="00CA6C5A"/>
    <w:rsid w:val="00CB10C1"/>
    <w:rsid w:val="00CB1204"/>
    <w:rsid w:val="00CB1CB6"/>
    <w:rsid w:val="00CB2D3E"/>
    <w:rsid w:val="00CB3F9C"/>
    <w:rsid w:val="00CB54AF"/>
    <w:rsid w:val="00CB5BD5"/>
    <w:rsid w:val="00CB634C"/>
    <w:rsid w:val="00CB6AE6"/>
    <w:rsid w:val="00CC00DA"/>
    <w:rsid w:val="00CC0801"/>
    <w:rsid w:val="00CC261E"/>
    <w:rsid w:val="00CC304A"/>
    <w:rsid w:val="00CC36A8"/>
    <w:rsid w:val="00CC3F5E"/>
    <w:rsid w:val="00CC45E4"/>
    <w:rsid w:val="00CC5A93"/>
    <w:rsid w:val="00CC7F24"/>
    <w:rsid w:val="00CD0F5F"/>
    <w:rsid w:val="00CD7327"/>
    <w:rsid w:val="00CE1D77"/>
    <w:rsid w:val="00CE51AF"/>
    <w:rsid w:val="00CE5337"/>
    <w:rsid w:val="00CE707E"/>
    <w:rsid w:val="00CE713A"/>
    <w:rsid w:val="00CF0E9A"/>
    <w:rsid w:val="00CF0EE6"/>
    <w:rsid w:val="00CF31A2"/>
    <w:rsid w:val="00CF5456"/>
    <w:rsid w:val="00CF5C06"/>
    <w:rsid w:val="00CF6273"/>
    <w:rsid w:val="00D00A00"/>
    <w:rsid w:val="00D024F6"/>
    <w:rsid w:val="00D03367"/>
    <w:rsid w:val="00D03AD8"/>
    <w:rsid w:val="00D03F71"/>
    <w:rsid w:val="00D0628D"/>
    <w:rsid w:val="00D073C5"/>
    <w:rsid w:val="00D07900"/>
    <w:rsid w:val="00D1334F"/>
    <w:rsid w:val="00D1463A"/>
    <w:rsid w:val="00D21122"/>
    <w:rsid w:val="00D229FE"/>
    <w:rsid w:val="00D23453"/>
    <w:rsid w:val="00D23BBC"/>
    <w:rsid w:val="00D23FF3"/>
    <w:rsid w:val="00D24AA6"/>
    <w:rsid w:val="00D24B44"/>
    <w:rsid w:val="00D252FA"/>
    <w:rsid w:val="00D27BD7"/>
    <w:rsid w:val="00D311CD"/>
    <w:rsid w:val="00D31630"/>
    <w:rsid w:val="00D32341"/>
    <w:rsid w:val="00D32AFE"/>
    <w:rsid w:val="00D342BA"/>
    <w:rsid w:val="00D40C11"/>
    <w:rsid w:val="00D47514"/>
    <w:rsid w:val="00D4751D"/>
    <w:rsid w:val="00D47802"/>
    <w:rsid w:val="00D47DDF"/>
    <w:rsid w:val="00D502A9"/>
    <w:rsid w:val="00D514F8"/>
    <w:rsid w:val="00D523B8"/>
    <w:rsid w:val="00D52E25"/>
    <w:rsid w:val="00D5586E"/>
    <w:rsid w:val="00D55BFE"/>
    <w:rsid w:val="00D62D7D"/>
    <w:rsid w:val="00D64DBD"/>
    <w:rsid w:val="00D721EE"/>
    <w:rsid w:val="00D73D71"/>
    <w:rsid w:val="00D747C2"/>
    <w:rsid w:val="00D74B99"/>
    <w:rsid w:val="00D7515E"/>
    <w:rsid w:val="00D76ECD"/>
    <w:rsid w:val="00D803B9"/>
    <w:rsid w:val="00D840CA"/>
    <w:rsid w:val="00D841FE"/>
    <w:rsid w:val="00D85143"/>
    <w:rsid w:val="00D87EF9"/>
    <w:rsid w:val="00D94C60"/>
    <w:rsid w:val="00DA129F"/>
    <w:rsid w:val="00DA3CC1"/>
    <w:rsid w:val="00DA4494"/>
    <w:rsid w:val="00DA4D14"/>
    <w:rsid w:val="00DA622C"/>
    <w:rsid w:val="00DA78FA"/>
    <w:rsid w:val="00DA7EBA"/>
    <w:rsid w:val="00DB06A6"/>
    <w:rsid w:val="00DB07B9"/>
    <w:rsid w:val="00DB0B2A"/>
    <w:rsid w:val="00DB478E"/>
    <w:rsid w:val="00DB5898"/>
    <w:rsid w:val="00DB5C1C"/>
    <w:rsid w:val="00DB656A"/>
    <w:rsid w:val="00DB7624"/>
    <w:rsid w:val="00DC04B6"/>
    <w:rsid w:val="00DC329E"/>
    <w:rsid w:val="00DC5F2F"/>
    <w:rsid w:val="00DC7DE7"/>
    <w:rsid w:val="00DD0F66"/>
    <w:rsid w:val="00DD1790"/>
    <w:rsid w:val="00DD1ECB"/>
    <w:rsid w:val="00DD36E4"/>
    <w:rsid w:val="00DD619F"/>
    <w:rsid w:val="00DD78F7"/>
    <w:rsid w:val="00DD7DA0"/>
    <w:rsid w:val="00DE0A93"/>
    <w:rsid w:val="00DE1F6C"/>
    <w:rsid w:val="00DE238D"/>
    <w:rsid w:val="00DE28D0"/>
    <w:rsid w:val="00DE569A"/>
    <w:rsid w:val="00DE6D44"/>
    <w:rsid w:val="00DF0E0C"/>
    <w:rsid w:val="00DF5A2E"/>
    <w:rsid w:val="00E01409"/>
    <w:rsid w:val="00E0255C"/>
    <w:rsid w:val="00E0545D"/>
    <w:rsid w:val="00E05B68"/>
    <w:rsid w:val="00E1101E"/>
    <w:rsid w:val="00E14709"/>
    <w:rsid w:val="00E1673A"/>
    <w:rsid w:val="00E16E72"/>
    <w:rsid w:val="00E206F4"/>
    <w:rsid w:val="00E237E7"/>
    <w:rsid w:val="00E23B4F"/>
    <w:rsid w:val="00E23E3D"/>
    <w:rsid w:val="00E254F9"/>
    <w:rsid w:val="00E25B36"/>
    <w:rsid w:val="00E26D65"/>
    <w:rsid w:val="00E303B8"/>
    <w:rsid w:val="00E30A37"/>
    <w:rsid w:val="00E30BFF"/>
    <w:rsid w:val="00E31231"/>
    <w:rsid w:val="00E323A0"/>
    <w:rsid w:val="00E32D5A"/>
    <w:rsid w:val="00E33CD3"/>
    <w:rsid w:val="00E35394"/>
    <w:rsid w:val="00E3677C"/>
    <w:rsid w:val="00E36789"/>
    <w:rsid w:val="00E42164"/>
    <w:rsid w:val="00E42AC7"/>
    <w:rsid w:val="00E459FC"/>
    <w:rsid w:val="00E46A1A"/>
    <w:rsid w:val="00E52891"/>
    <w:rsid w:val="00E53857"/>
    <w:rsid w:val="00E6023F"/>
    <w:rsid w:val="00E609C1"/>
    <w:rsid w:val="00E61F4C"/>
    <w:rsid w:val="00E62BCA"/>
    <w:rsid w:val="00E65BB7"/>
    <w:rsid w:val="00E660BB"/>
    <w:rsid w:val="00E66A27"/>
    <w:rsid w:val="00E66A2E"/>
    <w:rsid w:val="00E7328F"/>
    <w:rsid w:val="00E73653"/>
    <w:rsid w:val="00E7777D"/>
    <w:rsid w:val="00E81768"/>
    <w:rsid w:val="00E84F32"/>
    <w:rsid w:val="00E90352"/>
    <w:rsid w:val="00E93194"/>
    <w:rsid w:val="00E9635B"/>
    <w:rsid w:val="00E973CC"/>
    <w:rsid w:val="00E97E93"/>
    <w:rsid w:val="00EA2DB7"/>
    <w:rsid w:val="00EA30A5"/>
    <w:rsid w:val="00EA5F31"/>
    <w:rsid w:val="00EA7175"/>
    <w:rsid w:val="00EB099C"/>
    <w:rsid w:val="00EB1094"/>
    <w:rsid w:val="00EB24C2"/>
    <w:rsid w:val="00EB2EF7"/>
    <w:rsid w:val="00EB31F2"/>
    <w:rsid w:val="00EB55FE"/>
    <w:rsid w:val="00EB5E3C"/>
    <w:rsid w:val="00EC092C"/>
    <w:rsid w:val="00EC4629"/>
    <w:rsid w:val="00ED2787"/>
    <w:rsid w:val="00ED4199"/>
    <w:rsid w:val="00ED5E75"/>
    <w:rsid w:val="00ED5F97"/>
    <w:rsid w:val="00EE4EB7"/>
    <w:rsid w:val="00EE6055"/>
    <w:rsid w:val="00EE615F"/>
    <w:rsid w:val="00EE6AF7"/>
    <w:rsid w:val="00EF10DF"/>
    <w:rsid w:val="00EF1636"/>
    <w:rsid w:val="00EF6196"/>
    <w:rsid w:val="00EF64AC"/>
    <w:rsid w:val="00EF6C7E"/>
    <w:rsid w:val="00F0120B"/>
    <w:rsid w:val="00F0120D"/>
    <w:rsid w:val="00F02A7A"/>
    <w:rsid w:val="00F034B1"/>
    <w:rsid w:val="00F0395C"/>
    <w:rsid w:val="00F06F86"/>
    <w:rsid w:val="00F15149"/>
    <w:rsid w:val="00F15501"/>
    <w:rsid w:val="00F15EEB"/>
    <w:rsid w:val="00F1698D"/>
    <w:rsid w:val="00F17458"/>
    <w:rsid w:val="00F17DFE"/>
    <w:rsid w:val="00F239D1"/>
    <w:rsid w:val="00F23FF9"/>
    <w:rsid w:val="00F26663"/>
    <w:rsid w:val="00F27A27"/>
    <w:rsid w:val="00F27F9F"/>
    <w:rsid w:val="00F30C8A"/>
    <w:rsid w:val="00F30E16"/>
    <w:rsid w:val="00F33C2E"/>
    <w:rsid w:val="00F3420C"/>
    <w:rsid w:val="00F35801"/>
    <w:rsid w:val="00F36765"/>
    <w:rsid w:val="00F36FB8"/>
    <w:rsid w:val="00F37125"/>
    <w:rsid w:val="00F3742E"/>
    <w:rsid w:val="00F41862"/>
    <w:rsid w:val="00F44669"/>
    <w:rsid w:val="00F50CA5"/>
    <w:rsid w:val="00F52820"/>
    <w:rsid w:val="00F5724A"/>
    <w:rsid w:val="00F6081E"/>
    <w:rsid w:val="00F608B4"/>
    <w:rsid w:val="00F61486"/>
    <w:rsid w:val="00F617E7"/>
    <w:rsid w:val="00F62F80"/>
    <w:rsid w:val="00F63082"/>
    <w:rsid w:val="00F65201"/>
    <w:rsid w:val="00F659BA"/>
    <w:rsid w:val="00F66AD9"/>
    <w:rsid w:val="00F70B9E"/>
    <w:rsid w:val="00F71B74"/>
    <w:rsid w:val="00F72861"/>
    <w:rsid w:val="00F735CE"/>
    <w:rsid w:val="00F761D8"/>
    <w:rsid w:val="00F77CE5"/>
    <w:rsid w:val="00F833FC"/>
    <w:rsid w:val="00F834DE"/>
    <w:rsid w:val="00F8629B"/>
    <w:rsid w:val="00F94455"/>
    <w:rsid w:val="00F944B3"/>
    <w:rsid w:val="00F94E38"/>
    <w:rsid w:val="00F95E7E"/>
    <w:rsid w:val="00F97680"/>
    <w:rsid w:val="00FA0C93"/>
    <w:rsid w:val="00FA2FBE"/>
    <w:rsid w:val="00FA479C"/>
    <w:rsid w:val="00FA5818"/>
    <w:rsid w:val="00FA5AF0"/>
    <w:rsid w:val="00FA6D7C"/>
    <w:rsid w:val="00FB2A6D"/>
    <w:rsid w:val="00FB35B0"/>
    <w:rsid w:val="00FB4507"/>
    <w:rsid w:val="00FB450E"/>
    <w:rsid w:val="00FB6571"/>
    <w:rsid w:val="00FB766E"/>
    <w:rsid w:val="00FC7C94"/>
    <w:rsid w:val="00FD1E57"/>
    <w:rsid w:val="00FD2F2E"/>
    <w:rsid w:val="00FD41AD"/>
    <w:rsid w:val="00FD614C"/>
    <w:rsid w:val="00FE642A"/>
    <w:rsid w:val="00FE69F5"/>
    <w:rsid w:val="00FE6F0A"/>
    <w:rsid w:val="00FE7248"/>
    <w:rsid w:val="00FF04CE"/>
    <w:rsid w:val="00FF09EE"/>
    <w:rsid w:val="00FF1C71"/>
    <w:rsid w:val="00FF2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5"/>
    <o:shapelayout v:ext="edit">
      <o:idmap v:ext="edit" data="1"/>
    </o:shapelayout>
  </w:shapeDefaults>
  <w:decimalSymbol w:val=","/>
  <w:listSeparator w:val=";"/>
  <w14:docId w14:val="290ABF40"/>
  <w15:docId w15:val="{5479D25D-3081-483E-B7B2-82D441DFE9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016510"/>
    <w:pPr>
      <w:ind w:left="720"/>
      <w:contextualSpacing/>
    </w:pPr>
    <w:rPr>
      <w:szCs w:val="21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063A4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063A41"/>
    <w:rPr>
      <w:sz w:val="20"/>
      <w:szCs w:val="18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063A41"/>
    <w:rPr>
      <w:rFonts w:eastAsia="SimSun" w:cs="Mangal"/>
      <w:kern w:val="3"/>
      <w:sz w:val="20"/>
      <w:szCs w:val="18"/>
      <w:lang w:eastAsia="zh-CN" w:bidi="hi-IN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63A4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63A41"/>
    <w:rPr>
      <w:rFonts w:eastAsia="SimSun" w:cs="Mangal"/>
      <w:b/>
      <w:bCs/>
      <w:kern w:val="3"/>
      <w:sz w:val="20"/>
      <w:szCs w:val="18"/>
      <w:lang w:eastAsia="zh-CN" w:bidi="hi-IN"/>
    </w:rPr>
  </w:style>
  <w:style w:type="character" w:customStyle="1" w:styleId="Erwhnung1">
    <w:name w:val="Erwähnung1"/>
    <w:basedOn w:val="Absatz-Standardschriftart"/>
    <w:uiPriority w:val="99"/>
    <w:semiHidden/>
    <w:unhideWhenUsed/>
    <w:rsid w:val="009128F0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093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6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35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9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6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7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V:\%23WS%2014-15\02%20-%20Sitzungen\02-01%20-%20AStA\Agenda_SS13_Vorlag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Agenda_SS13_Vorlage.dotx</Template>
  <TotalTime>0</TotalTime>
  <Pages>2</Pages>
  <Words>273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Sitzungsprotokoll</vt:lpstr>
    </vt:vector>
  </TitlesOfParts>
  <Company>FHF</Company>
  <LinksUpToDate>false</LinksUpToDate>
  <CharactersWithSpaces>1878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Sitzungsprotokoll</dc:title>
  <dc:subject>Formular</dc:subject>
  <dc:creator>Matthias Müller</dc:creator>
  <cp:lastModifiedBy>Retschebue</cp:lastModifiedBy>
  <cp:revision>5</cp:revision>
  <cp:lastPrinted>2017-06-14T12:13:00Z</cp:lastPrinted>
  <dcterms:created xsi:type="dcterms:W3CDTF">2017-07-04T14:35:00Z</dcterms:created>
  <dcterms:modified xsi:type="dcterms:W3CDTF">2017-10-09T13:04:00Z</dcterms:modified>
</cp:coreProperties>
</file>